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ohneGitternetzlinienStandard"/>
        <w:tblW w:w="9670" w:type="dxa"/>
        <w:tblLook w:val="04A0" w:firstRow="1" w:lastRow="0" w:firstColumn="1" w:lastColumn="0" w:noHBand="0" w:noVBand="1"/>
      </w:tblPr>
      <w:tblGrid>
        <w:gridCol w:w="5464"/>
        <w:gridCol w:w="740"/>
        <w:gridCol w:w="3466"/>
      </w:tblGrid>
      <w:tr w:rsidR="001A1602" w14:paraId="016B8F4A" w14:textId="77777777" w:rsidTr="00322062">
        <w:trPr>
          <w:trHeight w:val="1985"/>
        </w:trPr>
        <w:tc>
          <w:tcPr>
            <w:tcW w:w="5464" w:type="dxa"/>
            <w:hideMark/>
          </w:tcPr>
          <w:p w14:paraId="6CD08EEC" w14:textId="77777777" w:rsidR="001A1602" w:rsidRDefault="001A1602" w:rsidP="00322062">
            <w:pPr>
              <w:spacing w:after="794"/>
              <w:rPr>
                <w:sz w:val="24"/>
                <w:szCs w:val="24"/>
              </w:rPr>
            </w:pPr>
            <w:r>
              <w:rPr>
                <w:rFonts w:asciiTheme="majorHAnsi" w:hAnsiTheme="majorHAnsi"/>
                <w:noProof/>
                <w:sz w:val="2"/>
              </w:rPr>
              <w:drawing>
                <wp:anchor distT="0" distB="0" distL="114300" distR="114300" simplePos="0" relativeHeight="251659264" behindDoc="0" locked="0" layoutInCell="1" allowOverlap="1" wp14:anchorId="2C9F7F6A" wp14:editId="7DE7D920">
                  <wp:simplePos x="0" y="0"/>
                  <wp:positionH relativeFrom="column">
                    <wp:posOffset>6721</wp:posOffset>
                  </wp:positionH>
                  <wp:positionV relativeFrom="paragraph">
                    <wp:posOffset>511810</wp:posOffset>
                  </wp:positionV>
                  <wp:extent cx="1905000" cy="228600"/>
                  <wp:effectExtent l="0" t="0" r="0" b="0"/>
                  <wp:wrapNone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06" w:type="dxa"/>
            <w:gridSpan w:val="2"/>
            <w:hideMark/>
          </w:tcPr>
          <w:p w14:paraId="1807E1BB" w14:textId="77777777" w:rsidR="001A1602" w:rsidRDefault="001A1602" w:rsidP="00322062">
            <w:r>
              <w:rPr>
                <w:noProof/>
                <w:sz w:val="2"/>
              </w:rPr>
              <w:drawing>
                <wp:inline distT="0" distB="0" distL="0" distR="0" wp14:anchorId="428195BD" wp14:editId="005A49E8">
                  <wp:extent cx="2524125" cy="723900"/>
                  <wp:effectExtent l="0" t="0" r="9525" b="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1602" w:rsidRPr="003C5187" w14:paraId="03CD0BAC" w14:textId="77777777" w:rsidTr="00322062">
        <w:trPr>
          <w:trHeight w:val="1693"/>
        </w:trPr>
        <w:tc>
          <w:tcPr>
            <w:tcW w:w="6204" w:type="dxa"/>
            <w:gridSpan w:val="2"/>
          </w:tcPr>
          <w:p w14:paraId="1664C0E2" w14:textId="77777777" w:rsidR="001A1602" w:rsidRDefault="001A1602" w:rsidP="00322062"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(Adresse)"/>
                  </w:textInput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(Adresse)</w:t>
            </w:r>
            <w:r>
              <w:fldChar w:fldCharType="end"/>
            </w:r>
            <w:bookmarkEnd w:id="0"/>
          </w:p>
        </w:tc>
        <w:tc>
          <w:tcPr>
            <w:tcW w:w="3465" w:type="dxa"/>
          </w:tcPr>
          <w:p w14:paraId="32485E05" w14:textId="77777777" w:rsidR="001A1602" w:rsidRPr="00C1460E" w:rsidRDefault="001A1602" w:rsidP="00322062">
            <w:pPr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Bau</w:t>
            </w:r>
          </w:p>
          <w:p w14:paraId="1D4BA279" w14:textId="77777777" w:rsidR="001A1602" w:rsidRDefault="001A1602" w:rsidP="00322062">
            <w:pPr>
              <w:rPr>
                <w:sz w:val="15"/>
                <w:szCs w:val="15"/>
              </w:rPr>
            </w:pPr>
            <w:r w:rsidRPr="00C1460E">
              <w:rPr>
                <w:rFonts w:cs="Arial"/>
                <w:sz w:val="15"/>
                <w:szCs w:val="15"/>
              </w:rPr>
              <w:t>Leitung</w:t>
            </w:r>
            <w:r w:rsidRPr="00C1460E">
              <w:rPr>
                <w:sz w:val="15"/>
                <w:szCs w:val="15"/>
              </w:rPr>
              <w:t xml:space="preserve">: </w:t>
            </w:r>
            <w:r>
              <w:rPr>
                <w:sz w:val="15"/>
                <w:szCs w:val="15"/>
              </w:rPr>
              <w:t>N. Eichbaum</w:t>
            </w:r>
          </w:p>
          <w:p w14:paraId="79A4C413" w14:textId="77777777" w:rsidR="001A1602" w:rsidRPr="003C5187" w:rsidRDefault="001A1602" w:rsidP="00322062">
            <w:pPr>
              <w:rPr>
                <w:sz w:val="15"/>
                <w:szCs w:val="15"/>
              </w:rPr>
            </w:pPr>
          </w:p>
          <w:p w14:paraId="4102F35E" w14:textId="77777777" w:rsidR="001A1602" w:rsidRDefault="001A1602" w:rsidP="00322062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Luzerner Kantonsspital</w:t>
            </w:r>
          </w:p>
          <w:p w14:paraId="293F32F1" w14:textId="77777777" w:rsidR="001A1602" w:rsidRDefault="001A1602" w:rsidP="00322062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Spitalstrasse | 6000 Luzern 16</w:t>
            </w:r>
          </w:p>
          <w:p w14:paraId="78922090" w14:textId="77777777" w:rsidR="001A1602" w:rsidRDefault="001A1602" w:rsidP="00322062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Telefon 041 205 23 81</w:t>
            </w:r>
          </w:p>
          <w:p w14:paraId="18F82C6D" w14:textId="773BB4B5" w:rsidR="001A1602" w:rsidRPr="00601F05" w:rsidRDefault="007C04B6" w:rsidP="00322062">
            <w:pPr>
              <w:rPr>
                <w:sz w:val="15"/>
                <w:szCs w:val="15"/>
              </w:rPr>
            </w:pPr>
            <w:hyperlink r:id="rId10" w:history="1">
              <w:r w:rsidRPr="00160AF9">
                <w:rPr>
                  <w:rStyle w:val="Hyperlink"/>
                  <w:sz w:val="15"/>
                  <w:szCs w:val="15"/>
                </w:rPr>
                <w:t>nils.eichbaum@luks.ch</w:t>
              </w:r>
            </w:hyperlink>
            <w:r w:rsidR="001A1602" w:rsidRPr="00601F05">
              <w:rPr>
                <w:sz w:val="15"/>
                <w:szCs w:val="15"/>
              </w:rPr>
              <w:t xml:space="preserve"> | luks.ch</w:t>
            </w:r>
          </w:p>
        </w:tc>
      </w:tr>
    </w:tbl>
    <w:p w14:paraId="6C457031" w14:textId="77777777" w:rsidR="001A1602" w:rsidRDefault="001A1602" w:rsidP="001A1602">
      <w:r w:rsidRPr="00601F05">
        <w:rPr>
          <w:b/>
          <w:bCs/>
        </w:rPr>
        <w:t>Luzern</w:t>
      </w:r>
      <w:r w:rsidRPr="00601F05">
        <w:t xml:space="preserve">, </w:t>
      </w:r>
      <w:r>
        <w:fldChar w:fldCharType="begin">
          <w:ffData>
            <w:name w:val=""/>
            <w:enabled/>
            <w:calcOnExit w:val="0"/>
            <w:textInput>
              <w:default w:val="(Datum)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(Datum)</w:t>
      </w:r>
      <w:r>
        <w:fldChar w:fldCharType="end"/>
      </w:r>
      <w:r>
        <w:t xml:space="preserve"> - </w:t>
      </w:r>
      <w:r>
        <w:fldChar w:fldCharType="begin">
          <w:ffData>
            <w:name w:val=""/>
            <w:enabled/>
            <w:calcOnExit w:val="0"/>
            <w:textInput>
              <w:default w:val="(Kürzel)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(Kürzel)</w:t>
      </w:r>
      <w:r>
        <w:fldChar w:fldCharType="end"/>
      </w:r>
    </w:p>
    <w:p w14:paraId="3EEDF62C" w14:textId="77777777" w:rsidR="001A1602" w:rsidRDefault="001A1602" w:rsidP="001A1602"/>
    <w:p w14:paraId="4A09BEE4" w14:textId="77777777" w:rsidR="001A1602" w:rsidRPr="00457A5B" w:rsidRDefault="001A1602" w:rsidP="001A1602">
      <w:pPr>
        <w:tabs>
          <w:tab w:val="left" w:pos="7743"/>
        </w:tabs>
        <w:rPr>
          <w:rFonts w:cs="Arial"/>
          <w:b/>
          <w:sz w:val="32"/>
          <w:szCs w:val="32"/>
        </w:rPr>
      </w:pPr>
      <w:r w:rsidRPr="00457A5B">
        <w:rPr>
          <w:rFonts w:cs="Arial"/>
          <w:b/>
          <w:sz w:val="32"/>
          <w:szCs w:val="32"/>
        </w:rPr>
        <w:t>Auftragsbestätigung</w:t>
      </w:r>
    </w:p>
    <w:p w14:paraId="72ED008D" w14:textId="77777777" w:rsidR="001A1602" w:rsidRPr="00457A5B" w:rsidRDefault="001A1602" w:rsidP="001A1602">
      <w:pPr>
        <w:tabs>
          <w:tab w:val="left" w:pos="2835"/>
        </w:tabs>
        <w:spacing w:before="200"/>
        <w:rPr>
          <w:rFonts w:cs="Arial"/>
          <w:szCs w:val="18"/>
        </w:rPr>
      </w:pPr>
      <w:r w:rsidRPr="00457A5B">
        <w:rPr>
          <w:rFonts w:cs="Arial"/>
          <w:b/>
          <w:szCs w:val="18"/>
        </w:rPr>
        <w:t>Standort</w:t>
      </w:r>
      <w:r w:rsidRPr="00457A5B">
        <w:rPr>
          <w:rFonts w:cs="Arial"/>
          <w:b/>
          <w:szCs w:val="18"/>
        </w:rPr>
        <w:tab/>
      </w:r>
      <w:sdt>
        <w:sdtPr>
          <w:rPr>
            <w:rFonts w:cs="Arial"/>
            <w:szCs w:val="18"/>
          </w:rPr>
          <w:alias w:val="Standort"/>
          <w:tag w:val="Standort"/>
          <w:id w:val="1482658326"/>
          <w:placeholder>
            <w:docPart w:val="6909C6A566734CB69B99A659D7B413A7"/>
          </w:placeholder>
          <w:comboBox>
            <w:listItem w:displayText="auswählen" w:value="auswählen"/>
            <w:listItem w:displayText="Luzern" w:value="Luzern"/>
            <w:listItem w:displayText="Sursee" w:value="Sursee"/>
            <w:listItem w:displayText="Wolhusen" w:value="Wolhusen"/>
          </w:comboBox>
        </w:sdtPr>
        <w:sdtContent>
          <w:r w:rsidRPr="008F7E65">
            <w:rPr>
              <w:rFonts w:cs="Arial"/>
              <w:color w:val="FF0000"/>
              <w:szCs w:val="18"/>
            </w:rPr>
            <w:t>auswählen</w:t>
          </w:r>
        </w:sdtContent>
      </w:sdt>
    </w:p>
    <w:p w14:paraId="093B0541" w14:textId="77777777" w:rsidR="001A1602" w:rsidRPr="00457A5B" w:rsidRDefault="001A1602" w:rsidP="001A1602">
      <w:pPr>
        <w:tabs>
          <w:tab w:val="left" w:pos="2835"/>
        </w:tabs>
        <w:spacing w:before="20"/>
        <w:rPr>
          <w:rFonts w:cs="Arial"/>
          <w:szCs w:val="18"/>
        </w:rPr>
      </w:pPr>
      <w:r w:rsidRPr="00457A5B">
        <w:rPr>
          <w:rFonts w:cs="Arial"/>
          <w:b/>
          <w:szCs w:val="18"/>
        </w:rPr>
        <w:t>Projekt-Nr./-Name</w:t>
      </w:r>
      <w:r w:rsidRPr="00457A5B">
        <w:rPr>
          <w:rFonts w:cs="Arial"/>
          <w:b/>
          <w:szCs w:val="18"/>
        </w:rPr>
        <w:tab/>
      </w:r>
      <w:r w:rsidRPr="00457A5B">
        <w:rPr>
          <w:rFonts w:cs="Arial"/>
          <w:szCs w:val="18"/>
        </w:rPr>
        <w:fldChar w:fldCharType="begin">
          <w:ffData>
            <w:name w:val="Text10"/>
            <w:enabled/>
            <w:calcOnExit w:val="0"/>
            <w:textInput>
              <w:default w:val="(Projekt-Nr., Projekt-Name)"/>
            </w:textInput>
          </w:ffData>
        </w:fldChar>
      </w:r>
      <w:r w:rsidRPr="00457A5B">
        <w:rPr>
          <w:rFonts w:cs="Arial"/>
          <w:szCs w:val="18"/>
        </w:rPr>
        <w:instrText xml:space="preserve"> FORMTEXT </w:instrText>
      </w:r>
      <w:r w:rsidRPr="00457A5B">
        <w:rPr>
          <w:rFonts w:cs="Arial"/>
          <w:szCs w:val="18"/>
        </w:rPr>
      </w:r>
      <w:r w:rsidRPr="00457A5B">
        <w:rPr>
          <w:rFonts w:cs="Arial"/>
          <w:szCs w:val="18"/>
        </w:rPr>
        <w:fldChar w:fldCharType="separate"/>
      </w:r>
      <w:r>
        <w:rPr>
          <w:rFonts w:cs="Arial"/>
          <w:noProof/>
          <w:szCs w:val="18"/>
        </w:rPr>
        <w:t>(Projekt-Nr., Projekt-Name)</w:t>
      </w:r>
      <w:r w:rsidRPr="00457A5B">
        <w:rPr>
          <w:rFonts w:cs="Arial"/>
          <w:szCs w:val="18"/>
        </w:rPr>
        <w:fldChar w:fldCharType="end"/>
      </w:r>
    </w:p>
    <w:p w14:paraId="384554F9" w14:textId="77777777" w:rsidR="001A1602" w:rsidRPr="00457A5B" w:rsidRDefault="001A1602" w:rsidP="001A1602">
      <w:pPr>
        <w:tabs>
          <w:tab w:val="left" w:pos="2835"/>
          <w:tab w:val="left" w:pos="3544"/>
        </w:tabs>
        <w:spacing w:before="20"/>
        <w:ind w:right="-28"/>
        <w:rPr>
          <w:szCs w:val="18"/>
        </w:rPr>
      </w:pPr>
      <w:r w:rsidRPr="00457A5B">
        <w:rPr>
          <w:b/>
          <w:szCs w:val="18"/>
        </w:rPr>
        <w:t>Art der Beschaffung</w:t>
      </w:r>
      <w:r w:rsidRPr="00457A5B">
        <w:rPr>
          <w:szCs w:val="18"/>
        </w:rPr>
        <w:tab/>
      </w:r>
      <w:r w:rsidRPr="001A1602">
        <w:rPr>
          <w:bCs/>
          <w:szCs w:val="18"/>
        </w:rPr>
        <w:t>SKP</w:t>
      </w:r>
      <w:r w:rsidRPr="00457A5B">
        <w:rPr>
          <w:b/>
          <w:szCs w:val="18"/>
        </w:rPr>
        <w:t xml:space="preserve"> </w:t>
      </w:r>
      <w:r w:rsidRPr="001A1602">
        <w:rPr>
          <w:bCs/>
          <w:szCs w:val="18"/>
        </w:rPr>
        <w:fldChar w:fldCharType="begin">
          <w:ffData>
            <w:name w:val="Text4"/>
            <w:enabled/>
            <w:calcOnExit w:val="0"/>
            <w:textInput>
              <w:default w:val="(Nr.)"/>
            </w:textInput>
          </w:ffData>
        </w:fldChar>
      </w:r>
      <w:bookmarkStart w:id="1" w:name="Text4"/>
      <w:r w:rsidRPr="001A1602">
        <w:rPr>
          <w:bCs/>
          <w:szCs w:val="18"/>
        </w:rPr>
        <w:instrText xml:space="preserve"> FORMTEXT </w:instrText>
      </w:r>
      <w:r w:rsidRPr="001A1602">
        <w:rPr>
          <w:bCs/>
          <w:szCs w:val="18"/>
        </w:rPr>
      </w:r>
      <w:r w:rsidRPr="001A1602">
        <w:rPr>
          <w:bCs/>
          <w:szCs w:val="18"/>
        </w:rPr>
        <w:fldChar w:fldCharType="separate"/>
      </w:r>
      <w:r w:rsidRPr="001A1602">
        <w:rPr>
          <w:bCs/>
          <w:noProof/>
          <w:szCs w:val="18"/>
        </w:rPr>
        <w:t>(Nr.)</w:t>
      </w:r>
      <w:r w:rsidRPr="001A1602">
        <w:rPr>
          <w:bCs/>
          <w:szCs w:val="18"/>
        </w:rPr>
        <w:fldChar w:fldCharType="end"/>
      </w:r>
      <w:bookmarkEnd w:id="1"/>
      <w:r w:rsidRPr="00457A5B">
        <w:rPr>
          <w:b/>
          <w:szCs w:val="18"/>
        </w:rPr>
        <w:tab/>
      </w:r>
      <w:r w:rsidRPr="00457A5B">
        <w:rPr>
          <w:szCs w:val="18"/>
        </w:rPr>
        <w:fldChar w:fldCharType="begin">
          <w:ffData>
            <w:name w:val="Text5"/>
            <w:enabled/>
            <w:calcOnExit w:val="0"/>
            <w:textInput>
              <w:default w:val="(Arbeitsgattung)"/>
            </w:textInput>
          </w:ffData>
        </w:fldChar>
      </w:r>
      <w:bookmarkStart w:id="2" w:name="Text5"/>
      <w:r w:rsidRPr="00457A5B">
        <w:rPr>
          <w:szCs w:val="18"/>
        </w:rPr>
        <w:instrText xml:space="preserve"> FORMTEXT </w:instrText>
      </w:r>
      <w:r w:rsidRPr="00457A5B">
        <w:rPr>
          <w:szCs w:val="18"/>
        </w:rPr>
      </w:r>
      <w:r w:rsidRPr="00457A5B">
        <w:rPr>
          <w:szCs w:val="18"/>
        </w:rPr>
        <w:fldChar w:fldCharType="separate"/>
      </w:r>
      <w:r>
        <w:rPr>
          <w:noProof/>
          <w:szCs w:val="18"/>
        </w:rPr>
        <w:t>(Arbeitsgattung)</w:t>
      </w:r>
      <w:r w:rsidRPr="00457A5B">
        <w:rPr>
          <w:szCs w:val="18"/>
        </w:rPr>
        <w:fldChar w:fldCharType="end"/>
      </w:r>
      <w:bookmarkEnd w:id="2"/>
    </w:p>
    <w:p w14:paraId="56D99D70" w14:textId="77777777" w:rsidR="001A1602" w:rsidRPr="00457A5B" w:rsidRDefault="001A1602" w:rsidP="001A1602">
      <w:pPr>
        <w:tabs>
          <w:tab w:val="left" w:pos="2835"/>
        </w:tabs>
        <w:spacing w:before="20" w:line="220" w:lineRule="exact"/>
        <w:rPr>
          <w:rFonts w:cs="Arial"/>
          <w:szCs w:val="18"/>
        </w:rPr>
      </w:pPr>
      <w:r w:rsidRPr="00457A5B">
        <w:rPr>
          <w:rFonts w:cs="Arial"/>
          <w:b/>
          <w:szCs w:val="18"/>
        </w:rPr>
        <w:t>Auftraggeberin</w:t>
      </w:r>
      <w:r w:rsidRPr="00457A5B">
        <w:rPr>
          <w:rFonts w:cs="Arial"/>
          <w:szCs w:val="18"/>
        </w:rPr>
        <w:tab/>
      </w:r>
      <w:r w:rsidRPr="008C7C6A">
        <w:rPr>
          <w:rFonts w:cs="Arial"/>
          <w:szCs w:val="18"/>
        </w:rPr>
        <w:t>LUKS Immobilien AG</w:t>
      </w:r>
    </w:p>
    <w:p w14:paraId="7579A860" w14:textId="77777777" w:rsidR="001A1602" w:rsidRDefault="001A1602" w:rsidP="001A1602">
      <w:pPr>
        <w:tabs>
          <w:tab w:val="left" w:pos="2835"/>
        </w:tabs>
        <w:spacing w:line="220" w:lineRule="exact"/>
        <w:rPr>
          <w:rFonts w:cs="Arial"/>
          <w:szCs w:val="18"/>
        </w:rPr>
      </w:pPr>
      <w:r w:rsidRPr="00457A5B">
        <w:rPr>
          <w:rFonts w:cs="Arial"/>
          <w:szCs w:val="18"/>
        </w:rPr>
        <w:tab/>
      </w:r>
      <w:r>
        <w:rPr>
          <w:rFonts w:cs="Arial"/>
          <w:szCs w:val="18"/>
        </w:rPr>
        <w:t>Bau</w:t>
      </w:r>
    </w:p>
    <w:p w14:paraId="573D7125" w14:textId="77777777" w:rsidR="001A1602" w:rsidRPr="00457A5B" w:rsidRDefault="001A1602" w:rsidP="001A1602">
      <w:pPr>
        <w:tabs>
          <w:tab w:val="left" w:pos="2835"/>
        </w:tabs>
        <w:spacing w:line="220" w:lineRule="exact"/>
        <w:rPr>
          <w:rFonts w:cs="Arial"/>
          <w:szCs w:val="18"/>
        </w:rPr>
      </w:pPr>
      <w:r w:rsidRPr="00457A5B">
        <w:rPr>
          <w:rFonts w:cs="Arial"/>
          <w:szCs w:val="18"/>
        </w:rPr>
        <w:tab/>
        <w:t>6000 Luzern 16</w:t>
      </w:r>
    </w:p>
    <w:p w14:paraId="6B2A8576" w14:textId="77777777" w:rsidR="001A1602" w:rsidRPr="00457A5B" w:rsidRDefault="001A1602" w:rsidP="001A1602">
      <w:pPr>
        <w:pStyle w:val="Kopfzeile"/>
        <w:tabs>
          <w:tab w:val="left" w:pos="2835"/>
          <w:tab w:val="left" w:pos="4253"/>
        </w:tabs>
        <w:spacing w:before="20"/>
        <w:rPr>
          <w:rFonts w:cs="Arial"/>
          <w:szCs w:val="18"/>
        </w:rPr>
      </w:pPr>
      <w:r w:rsidRPr="00457A5B">
        <w:rPr>
          <w:rFonts w:cs="Arial"/>
          <w:b/>
          <w:szCs w:val="18"/>
        </w:rPr>
        <w:t>Projektleitung LUKS</w:t>
      </w:r>
      <w:r w:rsidRPr="00457A5B">
        <w:rPr>
          <w:rFonts w:cs="Arial"/>
          <w:b/>
          <w:szCs w:val="18"/>
        </w:rPr>
        <w:tab/>
      </w:r>
      <w:r w:rsidRPr="00457A5B">
        <w:rPr>
          <w:rFonts w:cs="Arial"/>
          <w:szCs w:val="18"/>
        </w:rPr>
        <w:fldChar w:fldCharType="begin">
          <w:ffData>
            <w:name w:val="Text39"/>
            <w:enabled/>
            <w:calcOnExit w:val="0"/>
            <w:textInput>
              <w:default w:val="(Vorname/Name)"/>
            </w:textInput>
          </w:ffData>
        </w:fldChar>
      </w:r>
      <w:bookmarkStart w:id="3" w:name="Text39"/>
      <w:r w:rsidRPr="00457A5B">
        <w:rPr>
          <w:rFonts w:cs="Arial"/>
          <w:szCs w:val="18"/>
        </w:rPr>
        <w:instrText xml:space="preserve"> FORMTEXT </w:instrText>
      </w:r>
      <w:r w:rsidRPr="00457A5B">
        <w:rPr>
          <w:rFonts w:cs="Arial"/>
          <w:szCs w:val="18"/>
        </w:rPr>
      </w:r>
      <w:r w:rsidRPr="00457A5B">
        <w:rPr>
          <w:rFonts w:cs="Arial"/>
          <w:szCs w:val="18"/>
        </w:rPr>
        <w:fldChar w:fldCharType="separate"/>
      </w:r>
      <w:r>
        <w:rPr>
          <w:rFonts w:cs="Arial"/>
          <w:noProof/>
          <w:szCs w:val="18"/>
        </w:rPr>
        <w:t>(Vorname/Name)</w:t>
      </w:r>
      <w:r w:rsidRPr="00457A5B">
        <w:rPr>
          <w:rFonts w:cs="Arial"/>
          <w:szCs w:val="18"/>
        </w:rPr>
        <w:fldChar w:fldCharType="end"/>
      </w:r>
      <w:bookmarkEnd w:id="3"/>
      <w:r w:rsidRPr="00457A5B">
        <w:rPr>
          <w:rFonts w:cs="Arial"/>
          <w:b/>
          <w:szCs w:val="18"/>
        </w:rPr>
        <w:tab/>
      </w:r>
    </w:p>
    <w:p w14:paraId="594EE4B8" w14:textId="77777777" w:rsidR="001A1602" w:rsidRDefault="001A1602" w:rsidP="001A1602">
      <w:pPr>
        <w:tabs>
          <w:tab w:val="left" w:pos="2835"/>
        </w:tabs>
        <w:spacing w:before="20"/>
        <w:ind w:right="-28"/>
        <w:rPr>
          <w:szCs w:val="18"/>
        </w:rPr>
      </w:pPr>
      <w:r w:rsidRPr="00457A5B">
        <w:rPr>
          <w:b/>
          <w:szCs w:val="18"/>
        </w:rPr>
        <w:t>Zuständiger Planer</w:t>
      </w:r>
      <w:r w:rsidRPr="00457A5B">
        <w:rPr>
          <w:szCs w:val="18"/>
        </w:rPr>
        <w:tab/>
      </w:r>
      <w:r w:rsidRPr="00457A5B">
        <w:rPr>
          <w:szCs w:val="18"/>
        </w:rPr>
        <w:fldChar w:fldCharType="begin">
          <w:ffData>
            <w:name w:val="Text17"/>
            <w:enabled/>
            <w:calcOnExit w:val="0"/>
            <w:textInput>
              <w:default w:val="(Name, Projektleiter, Telefon)"/>
            </w:textInput>
          </w:ffData>
        </w:fldChar>
      </w:r>
      <w:r w:rsidRPr="00457A5B">
        <w:rPr>
          <w:szCs w:val="18"/>
        </w:rPr>
        <w:instrText xml:space="preserve"> FORMTEXT </w:instrText>
      </w:r>
      <w:r w:rsidRPr="00457A5B">
        <w:rPr>
          <w:szCs w:val="18"/>
        </w:rPr>
      </w:r>
      <w:r w:rsidRPr="00457A5B">
        <w:rPr>
          <w:szCs w:val="18"/>
        </w:rPr>
        <w:fldChar w:fldCharType="separate"/>
      </w:r>
      <w:r>
        <w:rPr>
          <w:noProof/>
          <w:szCs w:val="18"/>
        </w:rPr>
        <w:t>(Name, Projektleiter, Telefon)</w:t>
      </w:r>
      <w:r w:rsidRPr="00457A5B">
        <w:rPr>
          <w:szCs w:val="18"/>
        </w:rPr>
        <w:fldChar w:fldCharType="end"/>
      </w:r>
    </w:p>
    <w:p w14:paraId="42A95391" w14:textId="77777777" w:rsidR="001A1602" w:rsidRPr="00457A5B" w:rsidRDefault="001A1602" w:rsidP="001A1602">
      <w:pPr>
        <w:tabs>
          <w:tab w:val="left" w:pos="2835"/>
        </w:tabs>
        <w:spacing w:before="20"/>
        <w:ind w:right="-28"/>
        <w:rPr>
          <w:szCs w:val="18"/>
        </w:rPr>
      </w:pPr>
      <w:r w:rsidRPr="00C22F67">
        <w:rPr>
          <w:b/>
          <w:bCs/>
          <w:szCs w:val="18"/>
        </w:rPr>
        <w:t>Bauleitung</w:t>
      </w:r>
      <w:r>
        <w:rPr>
          <w:szCs w:val="18"/>
        </w:rPr>
        <w:tab/>
      </w:r>
      <w:r w:rsidRPr="00457A5B">
        <w:rPr>
          <w:szCs w:val="18"/>
        </w:rPr>
        <w:fldChar w:fldCharType="begin">
          <w:ffData>
            <w:name w:val="Text17"/>
            <w:enabled/>
            <w:calcOnExit w:val="0"/>
            <w:textInput>
              <w:default w:val="(Name, Projektleiter, Telefon)"/>
            </w:textInput>
          </w:ffData>
        </w:fldChar>
      </w:r>
      <w:r w:rsidRPr="00457A5B">
        <w:rPr>
          <w:szCs w:val="18"/>
        </w:rPr>
        <w:instrText xml:space="preserve"> FORMTEXT </w:instrText>
      </w:r>
      <w:r w:rsidRPr="00457A5B">
        <w:rPr>
          <w:szCs w:val="18"/>
        </w:rPr>
      </w:r>
      <w:r w:rsidRPr="00457A5B">
        <w:rPr>
          <w:szCs w:val="18"/>
        </w:rPr>
        <w:fldChar w:fldCharType="separate"/>
      </w:r>
      <w:r>
        <w:rPr>
          <w:noProof/>
          <w:szCs w:val="18"/>
        </w:rPr>
        <w:t>(Name, Projektleiter, Telefon)</w:t>
      </w:r>
      <w:r w:rsidRPr="00457A5B">
        <w:rPr>
          <w:szCs w:val="18"/>
        </w:rPr>
        <w:fldChar w:fldCharType="end"/>
      </w:r>
    </w:p>
    <w:p w14:paraId="74F7AAA7" w14:textId="77777777" w:rsidR="001A1602" w:rsidRDefault="001A1602" w:rsidP="001A1602">
      <w:pPr>
        <w:pStyle w:val="Kopfzeile"/>
        <w:tabs>
          <w:tab w:val="left" w:pos="2835"/>
          <w:tab w:val="left" w:pos="4253"/>
        </w:tabs>
        <w:spacing w:before="20"/>
        <w:rPr>
          <w:rFonts w:cs="Arial"/>
          <w:szCs w:val="18"/>
        </w:rPr>
      </w:pPr>
      <w:r w:rsidRPr="00457A5B">
        <w:rPr>
          <w:rFonts w:cs="Arial"/>
          <w:b/>
          <w:szCs w:val="18"/>
        </w:rPr>
        <w:t>Bestell-Nummer</w:t>
      </w:r>
      <w:r w:rsidRPr="00457A5B">
        <w:rPr>
          <w:rFonts w:cs="Arial"/>
          <w:b/>
          <w:szCs w:val="18"/>
        </w:rPr>
        <w:tab/>
      </w:r>
      <w:r w:rsidRPr="00457A5B">
        <w:rPr>
          <w:rFonts w:cs="Arial"/>
          <w:szCs w:val="18"/>
        </w:rPr>
        <w:fldChar w:fldCharType="begin">
          <w:ffData>
            <w:name w:val="Text4"/>
            <w:enabled/>
            <w:calcOnExit w:val="0"/>
            <w:textInput>
              <w:default w:val="(Nr.)"/>
            </w:textInput>
          </w:ffData>
        </w:fldChar>
      </w:r>
      <w:r w:rsidRPr="00457A5B">
        <w:rPr>
          <w:rFonts w:cs="Arial"/>
          <w:szCs w:val="18"/>
        </w:rPr>
        <w:instrText xml:space="preserve"> FORMTEXT </w:instrText>
      </w:r>
      <w:r w:rsidRPr="00457A5B">
        <w:rPr>
          <w:rFonts w:cs="Arial"/>
          <w:szCs w:val="18"/>
        </w:rPr>
      </w:r>
      <w:r w:rsidRPr="00457A5B">
        <w:rPr>
          <w:rFonts w:cs="Arial"/>
          <w:szCs w:val="18"/>
        </w:rPr>
        <w:fldChar w:fldCharType="separate"/>
      </w:r>
      <w:r>
        <w:rPr>
          <w:rFonts w:cs="Arial"/>
          <w:noProof/>
          <w:szCs w:val="18"/>
        </w:rPr>
        <w:t>(Nr.)</w:t>
      </w:r>
      <w:r w:rsidRPr="00457A5B">
        <w:rPr>
          <w:rFonts w:cs="Arial"/>
          <w:szCs w:val="18"/>
        </w:rPr>
        <w:fldChar w:fldCharType="end"/>
      </w:r>
      <w:r w:rsidRPr="00457A5B">
        <w:rPr>
          <w:rFonts w:cs="Arial"/>
          <w:szCs w:val="18"/>
        </w:rPr>
        <w:t xml:space="preserve"> </w:t>
      </w:r>
      <w:r w:rsidRPr="00457A5B">
        <w:rPr>
          <w:rFonts w:cs="Arial"/>
          <w:szCs w:val="18"/>
        </w:rPr>
        <w:tab/>
        <w:t>(auf Lieferschein / Rechnung wiederholen)</w:t>
      </w:r>
    </w:p>
    <w:p w14:paraId="5C5AC5B9" w14:textId="34EF24AE" w:rsidR="001A1602" w:rsidRDefault="001A1602" w:rsidP="001A1602">
      <w:pPr>
        <w:pStyle w:val="Kopfzeile"/>
        <w:tabs>
          <w:tab w:val="left" w:pos="2835"/>
          <w:tab w:val="left" w:pos="4253"/>
        </w:tabs>
        <w:spacing w:before="20"/>
        <w:rPr>
          <w:rFonts w:eastAsiaTheme="majorEastAsia" w:cs="Arial"/>
          <w:noProof/>
          <w:color w:val="0070C0"/>
          <w:szCs w:val="18"/>
          <w:u w:val="single"/>
        </w:rPr>
      </w:pPr>
      <w:r>
        <w:rPr>
          <w:rFonts w:cs="Arial"/>
          <w:b/>
          <w:szCs w:val="18"/>
        </w:rPr>
        <w:t>Rechnung zur Kontrolle</w:t>
      </w:r>
      <w:r>
        <w:rPr>
          <w:rFonts w:cs="Arial"/>
          <w:b/>
          <w:szCs w:val="18"/>
        </w:rPr>
        <w:tab/>
      </w:r>
      <w:r>
        <w:rPr>
          <w:rFonts w:cs="Arial"/>
          <w:szCs w:val="18"/>
        </w:rPr>
        <w:fldChar w:fldCharType="begin">
          <w:ffData>
            <w:name w:val=""/>
            <w:enabled/>
            <w:calcOnExit w:val="0"/>
            <w:textInput>
              <w:default w:val="(Vorname Name)"/>
            </w:textInput>
          </w:ffData>
        </w:fldChar>
      </w:r>
      <w:r>
        <w:rPr>
          <w:rFonts w:cs="Arial"/>
          <w:szCs w:val="18"/>
        </w:rPr>
        <w:instrText xml:space="preserve"> FORMTEXT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noProof/>
          <w:szCs w:val="18"/>
        </w:rPr>
        <w:t>(Vorname Name)</w:t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, </w:t>
      </w:r>
      <w:r w:rsidRPr="00C866E3">
        <w:rPr>
          <w:rFonts w:eastAsiaTheme="majorEastAsia" w:cs="Arial"/>
          <w:noProof/>
          <w:color w:val="0070C0"/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default w:val="(E-Mail Adresse)"/>
            </w:textInput>
          </w:ffData>
        </w:fldChar>
      </w:r>
      <w:r w:rsidRPr="00C866E3">
        <w:rPr>
          <w:rFonts w:eastAsiaTheme="majorEastAsia" w:cs="Arial"/>
          <w:noProof/>
          <w:color w:val="0070C0"/>
          <w:szCs w:val="18"/>
          <w:u w:val="single"/>
        </w:rPr>
        <w:instrText xml:space="preserve"> FORMTEXT </w:instrText>
      </w:r>
      <w:r w:rsidRPr="00C866E3">
        <w:rPr>
          <w:rFonts w:eastAsiaTheme="majorEastAsia" w:cs="Arial"/>
          <w:noProof/>
          <w:color w:val="0070C0"/>
          <w:szCs w:val="18"/>
          <w:u w:val="single"/>
        </w:rPr>
      </w:r>
      <w:r w:rsidRPr="00C866E3">
        <w:rPr>
          <w:rFonts w:eastAsiaTheme="majorEastAsia" w:cs="Arial"/>
          <w:noProof/>
          <w:color w:val="0070C0"/>
          <w:szCs w:val="18"/>
          <w:u w:val="single"/>
        </w:rPr>
        <w:fldChar w:fldCharType="separate"/>
      </w:r>
      <w:r>
        <w:rPr>
          <w:rFonts w:eastAsiaTheme="majorEastAsia" w:cs="Arial"/>
          <w:noProof/>
          <w:color w:val="0070C0"/>
          <w:szCs w:val="18"/>
          <w:u w:val="single"/>
        </w:rPr>
        <w:t>(E-Mail Adresse)</w:t>
      </w:r>
      <w:r w:rsidRPr="00C866E3">
        <w:rPr>
          <w:rFonts w:eastAsiaTheme="majorEastAsia" w:cs="Arial"/>
          <w:noProof/>
          <w:color w:val="0070C0"/>
          <w:szCs w:val="18"/>
          <w:u w:val="single"/>
        </w:rPr>
        <w:fldChar w:fldCharType="end"/>
      </w:r>
    </w:p>
    <w:p w14:paraId="21602A31" w14:textId="77777777" w:rsidR="001A1602" w:rsidRPr="00DB217D" w:rsidRDefault="001A1602" w:rsidP="001A1602">
      <w:pPr>
        <w:pStyle w:val="Kopfzeile"/>
        <w:tabs>
          <w:tab w:val="left" w:pos="2835"/>
          <w:tab w:val="left" w:pos="4253"/>
        </w:tabs>
        <w:spacing w:before="20" w:line="140" w:lineRule="exact"/>
        <w:rPr>
          <w:rFonts w:cs="Arial"/>
          <w:bCs/>
          <w:sz w:val="14"/>
          <w:szCs w:val="14"/>
        </w:rPr>
      </w:pPr>
      <w:r w:rsidRPr="00DB217D">
        <w:rPr>
          <w:rFonts w:cs="Arial"/>
          <w:bCs/>
          <w:sz w:val="14"/>
          <w:szCs w:val="14"/>
        </w:rPr>
        <w:t xml:space="preserve">(per </w:t>
      </w:r>
      <w:proofErr w:type="gramStart"/>
      <w:r w:rsidRPr="00DB217D">
        <w:rPr>
          <w:rFonts w:cs="Arial"/>
          <w:bCs/>
          <w:sz w:val="14"/>
          <w:szCs w:val="14"/>
        </w:rPr>
        <w:t>Email</w:t>
      </w:r>
      <w:proofErr w:type="gramEnd"/>
      <w:r w:rsidRPr="00DB217D">
        <w:rPr>
          <w:rFonts w:cs="Arial"/>
          <w:bCs/>
          <w:sz w:val="14"/>
          <w:szCs w:val="14"/>
        </w:rPr>
        <w:t xml:space="preserve"> zu senden)</w:t>
      </w:r>
    </w:p>
    <w:p w14:paraId="013F676E" w14:textId="77777777" w:rsidR="001A1602" w:rsidRPr="00DC7134" w:rsidRDefault="001A1602" w:rsidP="001A1602">
      <w:pPr>
        <w:tabs>
          <w:tab w:val="left" w:pos="2835"/>
        </w:tabs>
        <w:spacing w:before="20"/>
        <w:rPr>
          <w:rFonts w:cs="Arial"/>
          <w:b/>
          <w:bCs/>
          <w:sz w:val="20"/>
        </w:rPr>
      </w:pPr>
      <w:r>
        <w:rPr>
          <w:rFonts w:cs="Arial"/>
          <w:b/>
          <w:szCs w:val="18"/>
        </w:rPr>
        <w:t>Rechnungsadresse</w:t>
      </w:r>
      <w:r>
        <w:rPr>
          <w:rFonts w:cs="Arial"/>
          <w:b/>
          <w:szCs w:val="18"/>
        </w:rPr>
        <w:tab/>
      </w:r>
      <w:hyperlink r:id="rId11" w:history="1">
        <w:r w:rsidRPr="00543F9A">
          <w:rPr>
            <w:rStyle w:val="Hyperlink"/>
            <w:rFonts w:cs="Arial"/>
            <w:color w:val="0070C0"/>
            <w:sz w:val="18"/>
            <w:szCs w:val="18"/>
          </w:rPr>
          <w:t>kreditoren@luks.ch</w:t>
        </w:r>
      </w:hyperlink>
      <w:r w:rsidRPr="005E5BE9">
        <w:rPr>
          <w:rFonts w:cs="Arial"/>
          <w:szCs w:val="18"/>
        </w:rPr>
        <w:t xml:space="preserve"> </w:t>
      </w:r>
      <w:r w:rsidRPr="00807861">
        <w:rPr>
          <w:rFonts w:cs="Arial"/>
          <w:sz w:val="16"/>
          <w:szCs w:val="16"/>
        </w:rPr>
        <w:t xml:space="preserve">(vorzugsweise per </w:t>
      </w:r>
      <w:proofErr w:type="gramStart"/>
      <w:r w:rsidRPr="00807861">
        <w:rPr>
          <w:rFonts w:cs="Arial"/>
          <w:sz w:val="16"/>
          <w:szCs w:val="16"/>
        </w:rPr>
        <w:t>Email</w:t>
      </w:r>
      <w:proofErr w:type="gramEnd"/>
      <w:r w:rsidRPr="00807861">
        <w:rPr>
          <w:rFonts w:cs="Arial"/>
          <w:sz w:val="16"/>
          <w:szCs w:val="16"/>
        </w:rPr>
        <w:t>)</w:t>
      </w:r>
      <w:r>
        <w:rPr>
          <w:rFonts w:cs="Arial"/>
          <w:szCs w:val="18"/>
        </w:rPr>
        <w:br/>
      </w:r>
      <w:r w:rsidRPr="00DC7134">
        <w:rPr>
          <w:rFonts w:cs="Arial"/>
          <w:b/>
          <w:bCs/>
          <w:szCs w:val="18"/>
        </w:rPr>
        <w:tab/>
      </w:r>
      <w:r w:rsidRPr="007D4A8B">
        <w:rPr>
          <w:rFonts w:cs="Arial"/>
          <w:sz w:val="20"/>
        </w:rPr>
        <w:t>LUKS Immobilien AG, Kreditorenbuchhaltung, Spitalstrasse, 6000 Luzern 16</w:t>
      </w:r>
    </w:p>
    <w:p w14:paraId="786FA154" w14:textId="77777777" w:rsidR="001A1602" w:rsidRPr="00403135" w:rsidRDefault="001A1602" w:rsidP="001A1602">
      <w:pPr>
        <w:pStyle w:val="Kopfzeile"/>
        <w:pBdr>
          <w:bottom w:val="single" w:sz="4" w:space="1" w:color="auto"/>
        </w:pBdr>
        <w:tabs>
          <w:tab w:val="left" w:pos="2127"/>
          <w:tab w:val="left" w:pos="2835"/>
          <w:tab w:val="left" w:pos="4253"/>
        </w:tabs>
        <w:spacing w:line="20" w:lineRule="exact"/>
        <w:rPr>
          <w:sz w:val="2"/>
          <w:szCs w:val="2"/>
        </w:rPr>
      </w:pPr>
    </w:p>
    <w:p w14:paraId="6D8D0076" w14:textId="77777777" w:rsidR="001A1602" w:rsidRPr="00403135" w:rsidRDefault="001A1602" w:rsidP="001A1602">
      <w:pPr>
        <w:tabs>
          <w:tab w:val="left" w:pos="2835"/>
          <w:tab w:val="left" w:pos="4253"/>
          <w:tab w:val="left" w:pos="5387"/>
        </w:tabs>
        <w:spacing w:line="20" w:lineRule="exact"/>
        <w:rPr>
          <w:sz w:val="2"/>
          <w:szCs w:val="2"/>
        </w:rPr>
      </w:pPr>
    </w:p>
    <w:p w14:paraId="5557984A" w14:textId="77777777" w:rsidR="001A1602" w:rsidRPr="00457A5B" w:rsidRDefault="001A1602" w:rsidP="001A1602">
      <w:pPr>
        <w:tabs>
          <w:tab w:val="left" w:pos="2835"/>
          <w:tab w:val="left" w:pos="4253"/>
          <w:tab w:val="left" w:pos="5387"/>
        </w:tabs>
        <w:rPr>
          <w:sz w:val="20"/>
        </w:rPr>
      </w:pPr>
      <w:r w:rsidRPr="00457A5B">
        <w:rPr>
          <w:sz w:val="20"/>
        </w:rPr>
        <w:t xml:space="preserve">Ihr Angebot vom: </w:t>
      </w:r>
      <w:r w:rsidRPr="00457A5B">
        <w:rPr>
          <w:sz w:val="20"/>
        </w:rPr>
        <w:tab/>
      </w:r>
      <w:r w:rsidRPr="00457A5B">
        <w:rPr>
          <w:sz w:val="20"/>
        </w:rPr>
        <w:fldChar w:fldCharType="begin">
          <w:ffData>
            <w:name w:val="Text6"/>
            <w:enabled/>
            <w:calcOnExit w:val="0"/>
            <w:textInput>
              <w:default w:val="(Datum)"/>
            </w:textInput>
          </w:ffData>
        </w:fldChar>
      </w:r>
      <w:bookmarkStart w:id="4" w:name="Text6"/>
      <w:r w:rsidRPr="00457A5B">
        <w:rPr>
          <w:sz w:val="20"/>
        </w:rPr>
        <w:instrText xml:space="preserve"> FORMTEXT </w:instrText>
      </w:r>
      <w:r w:rsidRPr="00457A5B">
        <w:rPr>
          <w:sz w:val="20"/>
        </w:rPr>
      </w:r>
      <w:r w:rsidRPr="00457A5B">
        <w:rPr>
          <w:sz w:val="20"/>
        </w:rPr>
        <w:fldChar w:fldCharType="separate"/>
      </w:r>
      <w:r>
        <w:rPr>
          <w:noProof/>
          <w:sz w:val="20"/>
        </w:rPr>
        <w:t>(Datum)</w:t>
      </w:r>
      <w:r w:rsidRPr="00457A5B">
        <w:rPr>
          <w:sz w:val="20"/>
        </w:rPr>
        <w:fldChar w:fldCharType="end"/>
      </w:r>
      <w:bookmarkEnd w:id="4"/>
      <w:r w:rsidRPr="00457A5B">
        <w:rPr>
          <w:sz w:val="20"/>
        </w:rPr>
        <w:tab/>
      </w:r>
      <w:r w:rsidRPr="00457A5B">
        <w:rPr>
          <w:sz w:val="20"/>
        </w:rPr>
        <w:fldChar w:fldCharType="begin">
          <w:ffData>
            <w:name w:val="Text33"/>
            <w:enabled/>
            <w:calcOnExit w:val="0"/>
            <w:textInput>
              <w:default w:val="(Sachbearbeiter/Tel. Unternehmer)"/>
            </w:textInput>
          </w:ffData>
        </w:fldChar>
      </w:r>
      <w:bookmarkStart w:id="5" w:name="Text33"/>
      <w:r w:rsidRPr="00457A5B">
        <w:rPr>
          <w:sz w:val="20"/>
        </w:rPr>
        <w:instrText xml:space="preserve"> FORMTEXT </w:instrText>
      </w:r>
      <w:r w:rsidRPr="00457A5B">
        <w:rPr>
          <w:sz w:val="20"/>
        </w:rPr>
      </w:r>
      <w:r w:rsidRPr="00457A5B">
        <w:rPr>
          <w:sz w:val="20"/>
        </w:rPr>
        <w:fldChar w:fldCharType="separate"/>
      </w:r>
      <w:r>
        <w:rPr>
          <w:noProof/>
          <w:sz w:val="20"/>
        </w:rPr>
        <w:t>(Sachbearbeiter/Tel. Unternehmer)</w:t>
      </w:r>
      <w:r w:rsidRPr="00457A5B">
        <w:rPr>
          <w:sz w:val="20"/>
        </w:rPr>
        <w:fldChar w:fldCharType="end"/>
      </w:r>
      <w:bookmarkEnd w:id="5"/>
    </w:p>
    <w:p w14:paraId="1C7A3E9A" w14:textId="77777777" w:rsidR="001A1602" w:rsidRPr="00457A5B" w:rsidRDefault="001A1602" w:rsidP="001A1602">
      <w:pPr>
        <w:tabs>
          <w:tab w:val="left" w:pos="2835"/>
          <w:tab w:val="left" w:pos="4253"/>
        </w:tabs>
        <w:rPr>
          <w:sz w:val="20"/>
        </w:rPr>
      </w:pPr>
      <w:r w:rsidRPr="00457A5B">
        <w:rPr>
          <w:sz w:val="20"/>
        </w:rPr>
        <w:t xml:space="preserve">Als Nachtrag Nr. </w:t>
      </w:r>
      <w:bookmarkStart w:id="6" w:name="Text15"/>
      <w:r w:rsidRPr="00457A5B">
        <w:rPr>
          <w:sz w:val="20"/>
        </w:rPr>
        <w:fldChar w:fldCharType="begin">
          <w:ffData>
            <w:name w:val="Text15"/>
            <w:enabled/>
            <w:calcOnExit w:val="0"/>
            <w:textInput>
              <w:default w:val="(x)"/>
            </w:textInput>
          </w:ffData>
        </w:fldChar>
      </w:r>
      <w:r w:rsidRPr="00457A5B">
        <w:rPr>
          <w:sz w:val="20"/>
        </w:rPr>
        <w:instrText xml:space="preserve"> FORMTEXT </w:instrText>
      </w:r>
      <w:r w:rsidRPr="00457A5B">
        <w:rPr>
          <w:sz w:val="20"/>
        </w:rPr>
      </w:r>
      <w:r w:rsidRPr="00457A5B">
        <w:rPr>
          <w:sz w:val="20"/>
        </w:rPr>
        <w:fldChar w:fldCharType="separate"/>
      </w:r>
      <w:r>
        <w:rPr>
          <w:noProof/>
          <w:sz w:val="20"/>
        </w:rPr>
        <w:t>(x)</w:t>
      </w:r>
      <w:r w:rsidRPr="00457A5B">
        <w:rPr>
          <w:sz w:val="20"/>
        </w:rPr>
        <w:fldChar w:fldCharType="end"/>
      </w:r>
      <w:bookmarkEnd w:id="6"/>
      <w:r w:rsidRPr="00457A5B">
        <w:rPr>
          <w:sz w:val="20"/>
        </w:rPr>
        <w:t xml:space="preserve"> </w:t>
      </w:r>
      <w:r w:rsidRPr="00457A5B">
        <w:rPr>
          <w:sz w:val="20"/>
        </w:rPr>
        <w:tab/>
        <w:t xml:space="preserve">zum </w:t>
      </w:r>
      <w:r>
        <w:rPr>
          <w:sz w:val="20"/>
        </w:rPr>
        <w:t>Auftrag</w:t>
      </w:r>
      <w:r w:rsidRPr="00457A5B">
        <w:rPr>
          <w:sz w:val="20"/>
        </w:rPr>
        <w:t xml:space="preserve"> vom </w:t>
      </w:r>
      <w:r w:rsidRPr="00457A5B">
        <w:rPr>
          <w:sz w:val="20"/>
        </w:rPr>
        <w:tab/>
      </w:r>
      <w:r w:rsidRPr="00457A5B">
        <w:rPr>
          <w:sz w:val="20"/>
        </w:rPr>
        <w:fldChar w:fldCharType="begin">
          <w:ffData>
            <w:name w:val="Text16"/>
            <w:enabled/>
            <w:calcOnExit w:val="0"/>
            <w:textInput>
              <w:default w:val="(Datum)"/>
            </w:textInput>
          </w:ffData>
        </w:fldChar>
      </w:r>
      <w:bookmarkStart w:id="7" w:name="Text16"/>
      <w:r w:rsidRPr="00457A5B">
        <w:rPr>
          <w:sz w:val="20"/>
        </w:rPr>
        <w:instrText xml:space="preserve"> FORMTEXT </w:instrText>
      </w:r>
      <w:r w:rsidRPr="00457A5B">
        <w:rPr>
          <w:sz w:val="20"/>
        </w:rPr>
      </w:r>
      <w:r w:rsidRPr="00457A5B">
        <w:rPr>
          <w:sz w:val="20"/>
        </w:rPr>
        <w:fldChar w:fldCharType="separate"/>
      </w:r>
      <w:r>
        <w:rPr>
          <w:noProof/>
          <w:sz w:val="20"/>
        </w:rPr>
        <w:t>(Datum)</w:t>
      </w:r>
      <w:r w:rsidRPr="00457A5B">
        <w:rPr>
          <w:sz w:val="20"/>
        </w:rPr>
        <w:fldChar w:fldCharType="end"/>
      </w:r>
      <w:bookmarkEnd w:id="7"/>
    </w:p>
    <w:p w14:paraId="2926E334" w14:textId="34E03B02" w:rsidR="001A1602" w:rsidRPr="00457A5B" w:rsidRDefault="001A1602" w:rsidP="001A1602">
      <w:pPr>
        <w:tabs>
          <w:tab w:val="left" w:pos="2835"/>
        </w:tabs>
        <w:rPr>
          <w:sz w:val="20"/>
        </w:rPr>
      </w:pPr>
      <w:r w:rsidRPr="00457A5B">
        <w:rPr>
          <w:sz w:val="20"/>
        </w:rPr>
        <w:t>Kopie an:</w:t>
      </w:r>
      <w:bookmarkStart w:id="8" w:name="Text23"/>
      <w:r>
        <w:rPr>
          <w:sz w:val="20"/>
        </w:rPr>
        <w:tab/>
      </w:r>
      <w:bookmarkEnd w:id="8"/>
      <w:r w:rsidRPr="00457A5B">
        <w:rPr>
          <w:sz w:val="20"/>
        </w:rPr>
        <w:fldChar w:fldCharType="begin">
          <w:ffData>
            <w:name w:val="Text23"/>
            <w:enabled/>
            <w:calcOnExit w:val="0"/>
            <w:textInput>
              <w:default w:val="(Vorname/Name und Einheit)"/>
            </w:textInput>
          </w:ffData>
        </w:fldChar>
      </w:r>
      <w:r w:rsidRPr="00457A5B">
        <w:rPr>
          <w:sz w:val="20"/>
        </w:rPr>
        <w:instrText xml:space="preserve"> FORMTEXT </w:instrText>
      </w:r>
      <w:r w:rsidRPr="00457A5B">
        <w:rPr>
          <w:sz w:val="20"/>
        </w:rPr>
      </w:r>
      <w:r w:rsidRPr="00457A5B">
        <w:rPr>
          <w:sz w:val="20"/>
        </w:rPr>
        <w:fldChar w:fldCharType="separate"/>
      </w:r>
      <w:r>
        <w:rPr>
          <w:noProof/>
          <w:sz w:val="20"/>
        </w:rPr>
        <w:t>(Vorname/Name und Einheit)</w:t>
      </w:r>
      <w:r w:rsidRPr="00457A5B">
        <w:rPr>
          <w:sz w:val="20"/>
        </w:rPr>
        <w:fldChar w:fldCharType="end"/>
      </w:r>
    </w:p>
    <w:p w14:paraId="53E70A6C" w14:textId="77777777" w:rsidR="001A1602" w:rsidRPr="00403135" w:rsidRDefault="001A1602" w:rsidP="001A1602">
      <w:pPr>
        <w:pBdr>
          <w:bottom w:val="single" w:sz="4" w:space="1" w:color="auto"/>
        </w:pBdr>
        <w:tabs>
          <w:tab w:val="left" w:pos="1843"/>
          <w:tab w:val="left" w:pos="2127"/>
          <w:tab w:val="left" w:pos="5387"/>
        </w:tabs>
        <w:spacing w:line="20" w:lineRule="exact"/>
        <w:rPr>
          <w:sz w:val="2"/>
          <w:szCs w:val="2"/>
        </w:rPr>
      </w:pPr>
    </w:p>
    <w:p w14:paraId="6187A47A" w14:textId="77777777" w:rsidR="001A1602" w:rsidRPr="00403135" w:rsidRDefault="001A1602" w:rsidP="001A1602">
      <w:pPr>
        <w:pStyle w:val="Textkrper"/>
        <w:tabs>
          <w:tab w:val="left" w:pos="2127"/>
        </w:tabs>
        <w:spacing w:before="0"/>
        <w:rPr>
          <w:sz w:val="2"/>
          <w:szCs w:val="2"/>
        </w:rPr>
      </w:pPr>
    </w:p>
    <w:p w14:paraId="2BBDD4F5" w14:textId="77777777" w:rsidR="001A1602" w:rsidRPr="00457A5B" w:rsidRDefault="001A1602" w:rsidP="001A1602">
      <w:pPr>
        <w:pStyle w:val="Textkrper"/>
        <w:tabs>
          <w:tab w:val="left" w:pos="2127"/>
        </w:tabs>
        <w:spacing w:before="0"/>
        <w:rPr>
          <w:sz w:val="20"/>
        </w:rPr>
      </w:pPr>
      <w:r w:rsidRPr="00457A5B">
        <w:rPr>
          <w:sz w:val="20"/>
        </w:rPr>
        <w:t>Aufgrund Ihres oben erwähnten Angebotes übertragen wir Ihnen nach Massgabe der Vertrags-bestimmungen auf Seite 2 und der einschlägigen SIA-Normen folgende Arbeit bzw. Lieferung:</w:t>
      </w:r>
    </w:p>
    <w:p w14:paraId="41C858A1" w14:textId="13080D4A" w:rsidR="00192AD7" w:rsidRDefault="00192AD7" w:rsidP="005E5055">
      <w:pPr>
        <w:tabs>
          <w:tab w:val="left" w:pos="2127"/>
          <w:tab w:val="left" w:pos="8789"/>
        </w:tabs>
        <w:rPr>
          <w:sz w:val="20"/>
          <w:lang w:val="de-CH"/>
        </w:rPr>
      </w:pPr>
    </w:p>
    <w:p w14:paraId="3DFCE657" w14:textId="77777777" w:rsidR="00E12E6E" w:rsidRDefault="00E12E6E" w:rsidP="005E5055">
      <w:pPr>
        <w:tabs>
          <w:tab w:val="left" w:pos="2127"/>
          <w:tab w:val="left" w:pos="8789"/>
        </w:tabs>
        <w:rPr>
          <w:sz w:val="20"/>
          <w:lang w:val="de-CH"/>
        </w:rPr>
        <w:sectPr w:rsidR="00E12E6E" w:rsidSect="001A1602">
          <w:headerReference w:type="even" r:id="rId12"/>
          <w:headerReference w:type="default" r:id="rId13"/>
          <w:footerReference w:type="even" r:id="rId14"/>
          <w:type w:val="continuous"/>
          <w:pgSz w:w="11907" w:h="16840" w:code="9"/>
          <w:pgMar w:top="709" w:right="850" w:bottom="567" w:left="1418" w:header="454" w:footer="454" w:gutter="0"/>
          <w:cols w:space="720"/>
          <w:titlePg/>
        </w:sectPr>
      </w:pPr>
    </w:p>
    <w:bookmarkStart w:id="9" w:name="_MON_1730015863"/>
    <w:bookmarkEnd w:id="9"/>
    <w:p w14:paraId="4500A652" w14:textId="4AD707B8" w:rsidR="005E5055" w:rsidRDefault="001A1602" w:rsidP="00E12E6E">
      <w:pPr>
        <w:tabs>
          <w:tab w:val="left" w:pos="2127"/>
          <w:tab w:val="left" w:pos="8789"/>
        </w:tabs>
        <w:ind w:left="-57"/>
        <w:rPr>
          <w:sz w:val="20"/>
          <w:lang w:val="de-CH"/>
        </w:rPr>
      </w:pPr>
      <w:r>
        <w:object w:dxaOrig="8135" w:dyaOrig="2809" w14:anchorId="3D75A6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0.15pt;height:154.65pt" o:ole="" fillcolor="window">
            <v:imagedata r:id="rId15" o:title=""/>
          </v:shape>
          <o:OLEObject Type="Embed" ProgID="Excel.Sheet.12" ShapeID="_x0000_i1025" DrawAspect="Content" ObjectID="_1750758834" r:id="rId16"/>
        </w:object>
      </w:r>
    </w:p>
    <w:p w14:paraId="44F976CC" w14:textId="77777777" w:rsidR="00F24B99" w:rsidRPr="005A20ED" w:rsidRDefault="00F24B99" w:rsidP="00DD1CD2">
      <w:pPr>
        <w:tabs>
          <w:tab w:val="left" w:pos="5387"/>
          <w:tab w:val="left" w:pos="8789"/>
        </w:tabs>
        <w:rPr>
          <w:lang w:val="de-CH"/>
        </w:rPr>
        <w:sectPr w:rsidR="00F24B99" w:rsidRPr="005A20ED" w:rsidSect="00C55A58">
          <w:type w:val="continuous"/>
          <w:pgSz w:w="11907" w:h="16840" w:code="9"/>
          <w:pgMar w:top="1418" w:right="1134" w:bottom="567" w:left="1701" w:header="454" w:footer="454" w:gutter="0"/>
          <w:cols w:space="720"/>
          <w:formProt w:val="0"/>
          <w:titlePg/>
        </w:sectPr>
      </w:pPr>
    </w:p>
    <w:p w14:paraId="19C729ED" w14:textId="6F464766" w:rsidR="001A1602" w:rsidRPr="00457A5B" w:rsidRDefault="001A1602" w:rsidP="001A1602">
      <w:pPr>
        <w:tabs>
          <w:tab w:val="left" w:pos="2835"/>
          <w:tab w:val="left" w:pos="5103"/>
        </w:tabs>
        <w:spacing w:before="100"/>
        <w:rPr>
          <w:sz w:val="20"/>
        </w:rPr>
      </w:pPr>
      <w:r w:rsidRPr="00457A5B">
        <w:rPr>
          <w:sz w:val="20"/>
        </w:rPr>
        <w:t>Preisbindung bis:</w:t>
      </w:r>
      <w:r w:rsidRPr="00457A5B">
        <w:rPr>
          <w:sz w:val="20"/>
        </w:rPr>
        <w:tab/>
      </w:r>
      <w:r w:rsidRPr="009913E5">
        <w:rPr>
          <w:sz w:val="14"/>
          <w:szCs w:val="1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9913E5">
        <w:rPr>
          <w:sz w:val="14"/>
          <w:szCs w:val="14"/>
        </w:rPr>
        <w:instrText xml:space="preserve"> FORMCHECKBOX </w:instrText>
      </w:r>
      <w:r w:rsidR="00000000">
        <w:rPr>
          <w:sz w:val="14"/>
          <w:szCs w:val="14"/>
        </w:rPr>
      </w:r>
      <w:r w:rsidR="00000000">
        <w:rPr>
          <w:sz w:val="14"/>
          <w:szCs w:val="14"/>
        </w:rPr>
        <w:fldChar w:fldCharType="separate"/>
      </w:r>
      <w:r w:rsidRPr="009913E5">
        <w:rPr>
          <w:sz w:val="14"/>
          <w:szCs w:val="14"/>
        </w:rPr>
        <w:fldChar w:fldCharType="end"/>
      </w:r>
      <w:r>
        <w:rPr>
          <w:sz w:val="20"/>
        </w:rPr>
        <w:t xml:space="preserve"> Bauvollendung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9913E5">
        <w:rPr>
          <w:sz w:val="14"/>
          <w:szCs w:val="1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9913E5">
        <w:rPr>
          <w:sz w:val="14"/>
          <w:szCs w:val="14"/>
        </w:rPr>
        <w:instrText xml:space="preserve"> FORMCHECKBOX </w:instrText>
      </w:r>
      <w:r w:rsidR="00000000">
        <w:rPr>
          <w:sz w:val="14"/>
          <w:szCs w:val="14"/>
        </w:rPr>
      </w:r>
      <w:r w:rsidR="00000000">
        <w:rPr>
          <w:sz w:val="14"/>
          <w:szCs w:val="14"/>
        </w:rPr>
        <w:fldChar w:fldCharType="separate"/>
      </w:r>
      <w:r w:rsidRPr="009913E5">
        <w:rPr>
          <w:sz w:val="14"/>
          <w:szCs w:val="14"/>
        </w:rPr>
        <w:fldChar w:fldCharType="end"/>
      </w:r>
      <w:r>
        <w:rPr>
          <w:sz w:val="20"/>
        </w:rPr>
        <w:t xml:space="preserve"> </w:t>
      </w:r>
      <w:r w:rsidRPr="00457A5B">
        <w:rPr>
          <w:sz w:val="20"/>
        </w:rPr>
        <w:fldChar w:fldCharType="begin">
          <w:ffData>
            <w:name w:val="Text17"/>
            <w:enabled/>
            <w:calcOnExit w:val="0"/>
            <w:textInput>
              <w:default w:val="(Datum)"/>
            </w:textInput>
          </w:ffData>
        </w:fldChar>
      </w:r>
      <w:r w:rsidRPr="00457A5B">
        <w:rPr>
          <w:sz w:val="20"/>
        </w:rPr>
        <w:instrText xml:space="preserve"> FORMTEXT </w:instrText>
      </w:r>
      <w:r w:rsidRPr="00457A5B">
        <w:rPr>
          <w:sz w:val="20"/>
        </w:rPr>
      </w:r>
      <w:r w:rsidRPr="00457A5B">
        <w:rPr>
          <w:sz w:val="20"/>
        </w:rPr>
        <w:fldChar w:fldCharType="separate"/>
      </w:r>
      <w:r>
        <w:rPr>
          <w:noProof/>
          <w:sz w:val="20"/>
        </w:rPr>
        <w:t>(Datum)</w:t>
      </w:r>
      <w:r w:rsidRPr="00457A5B">
        <w:rPr>
          <w:sz w:val="20"/>
        </w:rPr>
        <w:fldChar w:fldCharType="end"/>
      </w:r>
    </w:p>
    <w:p w14:paraId="08A01875" w14:textId="77777777" w:rsidR="001A1602" w:rsidRPr="00457A5B" w:rsidRDefault="001A1602" w:rsidP="001A1602">
      <w:pPr>
        <w:tabs>
          <w:tab w:val="left" w:pos="2835"/>
          <w:tab w:val="left" w:pos="5103"/>
        </w:tabs>
        <w:rPr>
          <w:sz w:val="20"/>
        </w:rPr>
      </w:pPr>
      <w:r w:rsidRPr="00457A5B">
        <w:rPr>
          <w:sz w:val="20"/>
        </w:rPr>
        <w:t>Arbeitsbeginn/Termin:</w:t>
      </w:r>
      <w:r w:rsidRPr="00457A5B">
        <w:rPr>
          <w:sz w:val="20"/>
        </w:rPr>
        <w:tab/>
      </w:r>
      <w:r w:rsidRPr="009913E5">
        <w:rPr>
          <w:sz w:val="14"/>
          <w:szCs w:val="1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1"/>
      <w:r w:rsidRPr="009913E5">
        <w:rPr>
          <w:sz w:val="14"/>
          <w:szCs w:val="14"/>
        </w:rPr>
        <w:instrText xml:space="preserve"> FORMCHECKBOX </w:instrText>
      </w:r>
      <w:r w:rsidR="00000000">
        <w:rPr>
          <w:sz w:val="14"/>
          <w:szCs w:val="14"/>
        </w:rPr>
      </w:r>
      <w:r w:rsidR="00000000">
        <w:rPr>
          <w:sz w:val="14"/>
          <w:szCs w:val="14"/>
        </w:rPr>
        <w:fldChar w:fldCharType="separate"/>
      </w:r>
      <w:r w:rsidRPr="009913E5">
        <w:rPr>
          <w:sz w:val="14"/>
          <w:szCs w:val="14"/>
        </w:rPr>
        <w:fldChar w:fldCharType="end"/>
      </w:r>
      <w:bookmarkEnd w:id="10"/>
      <w:r>
        <w:rPr>
          <w:sz w:val="20"/>
        </w:rPr>
        <w:t xml:space="preserve"> Gemäss Projektleitung LUKS</w:t>
      </w:r>
      <w:r>
        <w:rPr>
          <w:sz w:val="20"/>
        </w:rPr>
        <w:tab/>
      </w:r>
      <w:r>
        <w:rPr>
          <w:sz w:val="20"/>
        </w:rPr>
        <w:tab/>
      </w:r>
      <w:r w:rsidRPr="009913E5">
        <w:rPr>
          <w:sz w:val="14"/>
          <w:szCs w:val="1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9913E5">
        <w:rPr>
          <w:sz w:val="14"/>
          <w:szCs w:val="14"/>
        </w:rPr>
        <w:instrText xml:space="preserve"> FORMCHECKBOX </w:instrText>
      </w:r>
      <w:r w:rsidR="00000000">
        <w:rPr>
          <w:sz w:val="14"/>
          <w:szCs w:val="14"/>
        </w:rPr>
      </w:r>
      <w:r w:rsidR="00000000">
        <w:rPr>
          <w:sz w:val="14"/>
          <w:szCs w:val="14"/>
        </w:rPr>
        <w:fldChar w:fldCharType="separate"/>
      </w:r>
      <w:r w:rsidRPr="009913E5">
        <w:rPr>
          <w:sz w:val="14"/>
          <w:szCs w:val="14"/>
        </w:rPr>
        <w:fldChar w:fldCharType="end"/>
      </w:r>
      <w:r>
        <w:rPr>
          <w:sz w:val="20"/>
        </w:rPr>
        <w:t xml:space="preserve"> </w:t>
      </w:r>
      <w:r w:rsidRPr="00457A5B">
        <w:rPr>
          <w:sz w:val="20"/>
        </w:rPr>
        <w:fldChar w:fldCharType="begin">
          <w:ffData>
            <w:name w:val="Text17"/>
            <w:enabled/>
            <w:calcOnExit w:val="0"/>
            <w:textInput>
              <w:default w:val="(Datum)"/>
            </w:textInput>
          </w:ffData>
        </w:fldChar>
      </w:r>
      <w:r w:rsidRPr="00457A5B">
        <w:rPr>
          <w:sz w:val="20"/>
        </w:rPr>
        <w:instrText xml:space="preserve"> FORMTEXT </w:instrText>
      </w:r>
      <w:r w:rsidRPr="00457A5B">
        <w:rPr>
          <w:sz w:val="20"/>
        </w:rPr>
      </w:r>
      <w:r w:rsidRPr="00457A5B">
        <w:rPr>
          <w:sz w:val="20"/>
        </w:rPr>
        <w:fldChar w:fldCharType="separate"/>
      </w:r>
      <w:r>
        <w:rPr>
          <w:noProof/>
          <w:sz w:val="20"/>
        </w:rPr>
        <w:t>(Datum)</w:t>
      </w:r>
      <w:r w:rsidRPr="00457A5B">
        <w:rPr>
          <w:sz w:val="20"/>
        </w:rPr>
        <w:fldChar w:fldCharType="end"/>
      </w:r>
    </w:p>
    <w:p w14:paraId="00D6EC31" w14:textId="77777777" w:rsidR="001A1602" w:rsidRDefault="001A1602" w:rsidP="001A1602">
      <w:pPr>
        <w:tabs>
          <w:tab w:val="left" w:pos="2835"/>
          <w:tab w:val="left" w:pos="5103"/>
        </w:tabs>
        <w:rPr>
          <w:sz w:val="20"/>
        </w:rPr>
      </w:pPr>
      <w:r w:rsidRPr="00457A5B">
        <w:rPr>
          <w:sz w:val="20"/>
        </w:rPr>
        <w:t>Lieferort:</w:t>
      </w:r>
      <w:r w:rsidRPr="00457A5B">
        <w:rPr>
          <w:sz w:val="20"/>
        </w:rPr>
        <w:tab/>
      </w:r>
      <w:r w:rsidRPr="009913E5">
        <w:rPr>
          <w:sz w:val="14"/>
          <w:szCs w:val="1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9913E5">
        <w:rPr>
          <w:sz w:val="14"/>
          <w:szCs w:val="14"/>
        </w:rPr>
        <w:instrText xml:space="preserve"> FORMCHECKBOX </w:instrText>
      </w:r>
      <w:r w:rsidR="00000000">
        <w:rPr>
          <w:sz w:val="14"/>
          <w:szCs w:val="14"/>
        </w:rPr>
      </w:r>
      <w:r w:rsidR="00000000">
        <w:rPr>
          <w:sz w:val="14"/>
          <w:szCs w:val="14"/>
        </w:rPr>
        <w:fldChar w:fldCharType="separate"/>
      </w:r>
      <w:r w:rsidRPr="009913E5">
        <w:rPr>
          <w:sz w:val="14"/>
          <w:szCs w:val="14"/>
        </w:rPr>
        <w:fldChar w:fldCharType="end"/>
      </w:r>
      <w:r>
        <w:rPr>
          <w:sz w:val="20"/>
        </w:rPr>
        <w:t xml:space="preserve"> Gemäss Projektleitung LUKS</w:t>
      </w:r>
      <w:r>
        <w:rPr>
          <w:sz w:val="20"/>
        </w:rPr>
        <w:tab/>
      </w:r>
      <w:r>
        <w:rPr>
          <w:sz w:val="20"/>
        </w:rPr>
        <w:tab/>
      </w:r>
      <w:r w:rsidRPr="009913E5">
        <w:rPr>
          <w:sz w:val="14"/>
          <w:szCs w:val="1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9913E5">
        <w:rPr>
          <w:sz w:val="14"/>
          <w:szCs w:val="14"/>
        </w:rPr>
        <w:instrText xml:space="preserve"> FORMCHECKBOX </w:instrText>
      </w:r>
      <w:r w:rsidR="00000000">
        <w:rPr>
          <w:sz w:val="14"/>
          <w:szCs w:val="14"/>
        </w:rPr>
      </w:r>
      <w:r w:rsidR="00000000">
        <w:rPr>
          <w:sz w:val="14"/>
          <w:szCs w:val="14"/>
        </w:rPr>
        <w:fldChar w:fldCharType="separate"/>
      </w:r>
      <w:r w:rsidRPr="009913E5">
        <w:rPr>
          <w:sz w:val="14"/>
          <w:szCs w:val="14"/>
        </w:rPr>
        <w:fldChar w:fldCharType="end"/>
      </w:r>
      <w:r>
        <w:rPr>
          <w:sz w:val="20"/>
        </w:rPr>
        <w:t xml:space="preserve"> </w:t>
      </w:r>
      <w:r w:rsidRPr="00457A5B">
        <w:rPr>
          <w:sz w:val="20"/>
        </w:rPr>
        <w:fldChar w:fldCharType="begin">
          <w:ffData>
            <w:name w:val="Text20"/>
            <w:enabled/>
            <w:calcOnExit w:val="0"/>
            <w:textInput>
              <w:default w:val="(Lieferort)"/>
            </w:textInput>
          </w:ffData>
        </w:fldChar>
      </w:r>
      <w:r w:rsidRPr="00457A5B">
        <w:rPr>
          <w:sz w:val="20"/>
        </w:rPr>
        <w:instrText xml:space="preserve"> FORMTEXT </w:instrText>
      </w:r>
      <w:r w:rsidRPr="00457A5B">
        <w:rPr>
          <w:sz w:val="20"/>
        </w:rPr>
      </w:r>
      <w:r w:rsidRPr="00457A5B">
        <w:rPr>
          <w:sz w:val="20"/>
        </w:rPr>
        <w:fldChar w:fldCharType="separate"/>
      </w:r>
      <w:r>
        <w:rPr>
          <w:noProof/>
          <w:sz w:val="20"/>
        </w:rPr>
        <w:t>(Lieferort)</w:t>
      </w:r>
      <w:r w:rsidRPr="00457A5B">
        <w:rPr>
          <w:sz w:val="20"/>
        </w:rPr>
        <w:fldChar w:fldCharType="end"/>
      </w:r>
    </w:p>
    <w:p w14:paraId="502FC34E" w14:textId="77777777" w:rsidR="001A1602" w:rsidRPr="00403135" w:rsidRDefault="001A1602" w:rsidP="001A1602">
      <w:pPr>
        <w:tabs>
          <w:tab w:val="left" w:pos="2835"/>
          <w:tab w:val="left" w:pos="5103"/>
        </w:tabs>
        <w:spacing w:line="20" w:lineRule="exact"/>
        <w:rPr>
          <w:sz w:val="2"/>
          <w:szCs w:val="2"/>
        </w:rPr>
      </w:pPr>
    </w:p>
    <w:p w14:paraId="53646752" w14:textId="77777777" w:rsidR="001A1602" w:rsidRPr="00403135" w:rsidRDefault="001A1602" w:rsidP="001A1602">
      <w:pPr>
        <w:pStyle w:val="Kopfzeile"/>
        <w:pBdr>
          <w:top w:val="single" w:sz="4" w:space="1" w:color="auto"/>
        </w:pBdr>
        <w:tabs>
          <w:tab w:val="left" w:pos="2552"/>
          <w:tab w:val="left" w:pos="5387"/>
        </w:tabs>
        <w:spacing w:line="20" w:lineRule="exact"/>
        <w:rPr>
          <w:sz w:val="2"/>
          <w:szCs w:val="2"/>
        </w:rPr>
      </w:pPr>
    </w:p>
    <w:p w14:paraId="4DDC8DE1" w14:textId="77777777" w:rsidR="001A1602" w:rsidRDefault="001A1602" w:rsidP="00FB1F0A">
      <w:pPr>
        <w:tabs>
          <w:tab w:val="left" w:pos="4820"/>
        </w:tabs>
        <w:spacing w:line="220" w:lineRule="exact"/>
        <w:rPr>
          <w:sz w:val="20"/>
        </w:rPr>
      </w:pPr>
      <w:bookmarkStart w:id="11" w:name="_Hlk139881944"/>
      <w:bookmarkStart w:id="12" w:name="_Hlk139967679"/>
      <w:r w:rsidRPr="00457A5B">
        <w:rPr>
          <w:sz w:val="20"/>
        </w:rPr>
        <w:t>Auftraggeberin</w:t>
      </w:r>
      <w:r>
        <w:rPr>
          <w:sz w:val="20"/>
        </w:rPr>
        <w:t>: LUKS Immobilien AG</w:t>
      </w:r>
      <w:r>
        <w:rPr>
          <w:sz w:val="20"/>
        </w:rPr>
        <w:tab/>
        <w:t>Auftragnehmer:</w:t>
      </w:r>
    </w:p>
    <w:p w14:paraId="213BC975" w14:textId="0C35E89F" w:rsidR="001A1602" w:rsidRPr="00DC7134" w:rsidRDefault="001A1602" w:rsidP="00FB1F0A">
      <w:pPr>
        <w:tabs>
          <w:tab w:val="left" w:pos="1985"/>
          <w:tab w:val="left" w:pos="4820"/>
          <w:tab w:val="left" w:pos="7513"/>
        </w:tabs>
        <w:spacing w:line="220" w:lineRule="exact"/>
        <w:rPr>
          <w:sz w:val="20"/>
        </w:rPr>
      </w:pPr>
      <w:r w:rsidRPr="002D002F">
        <w:rPr>
          <w:sz w:val="20"/>
          <w:lang w:val="fr-CH"/>
        </w:rPr>
        <w:t>(Dat., Vis.)</w:t>
      </w:r>
      <w:r w:rsidR="00FB1F0A" w:rsidRPr="002D002F">
        <w:rPr>
          <w:sz w:val="20"/>
          <w:lang w:val="fr-CH"/>
        </w:rPr>
        <w:tab/>
        <w:t>(Dat., Vis.)</w:t>
      </w:r>
      <w:r w:rsidR="00FB1F0A" w:rsidRPr="002D002F">
        <w:rPr>
          <w:sz w:val="20"/>
          <w:lang w:val="fr-CH"/>
        </w:rPr>
        <w:tab/>
      </w:r>
      <w:r w:rsidRPr="002D002F">
        <w:rPr>
          <w:sz w:val="20"/>
          <w:lang w:val="fr-CH"/>
        </w:rPr>
        <w:t>(Stempel, Dat., Vis.)</w:t>
      </w:r>
      <w:bookmarkEnd w:id="11"/>
      <w:r w:rsidR="00FB1F0A" w:rsidRPr="002D002F">
        <w:rPr>
          <w:sz w:val="20"/>
          <w:lang w:val="fr-CH"/>
        </w:rPr>
        <w:tab/>
      </w:r>
      <w:r w:rsidR="00FB1F0A">
        <w:rPr>
          <w:sz w:val="20"/>
        </w:rPr>
        <w:t>(Dat., Vis.)</w:t>
      </w:r>
      <w:bookmarkEnd w:id="12"/>
    </w:p>
    <w:sectPr w:rsidR="001A1602" w:rsidRPr="00DC7134" w:rsidSect="00594F39">
      <w:type w:val="continuous"/>
      <w:pgSz w:w="11907" w:h="16840" w:code="9"/>
      <w:pgMar w:top="-993" w:right="1134" w:bottom="568" w:left="1701" w:header="426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77088" w14:textId="77777777" w:rsidR="00FF6C51" w:rsidRDefault="00FF6C51">
      <w:r>
        <w:separator/>
      </w:r>
    </w:p>
  </w:endnote>
  <w:endnote w:type="continuationSeparator" w:id="0">
    <w:p w14:paraId="1B3C89B5" w14:textId="77777777" w:rsidR="00FF6C51" w:rsidRDefault="00FF6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BT"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Futura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82BBB" w14:textId="77777777" w:rsidR="001D5DF2" w:rsidRDefault="001D5DF2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50926D17" w14:textId="77777777" w:rsidR="001D5DF2" w:rsidRDefault="001D5DF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C883C" w14:textId="77777777" w:rsidR="00FF6C51" w:rsidRDefault="00FF6C51">
      <w:r>
        <w:separator/>
      </w:r>
    </w:p>
  </w:footnote>
  <w:footnote w:type="continuationSeparator" w:id="0">
    <w:p w14:paraId="7F195FF6" w14:textId="77777777" w:rsidR="00FF6C51" w:rsidRDefault="00FF6C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57CC4" w14:textId="77777777" w:rsidR="001D5DF2" w:rsidRDefault="001D5DF2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DF048F0" w14:textId="77777777" w:rsidR="001D5DF2" w:rsidRDefault="001D5DF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663FA" w14:textId="77777777" w:rsidR="001D5DF2" w:rsidRDefault="001D5DF2">
    <w:pPr>
      <w:pStyle w:val="Kopfzeile"/>
      <w:tabs>
        <w:tab w:val="clear" w:pos="4536"/>
        <w:tab w:val="clear" w:pos="9072"/>
        <w:tab w:val="right" w:pos="9639"/>
      </w:tabs>
      <w:rPr>
        <w:rStyle w:val="Seitenzahl"/>
        <w:sz w:val="16"/>
      </w:rPr>
    </w:pPr>
    <w:r>
      <w:rPr>
        <w:rStyle w:val="Seitenzah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84E4E03"/>
    <w:multiLevelType w:val="hybridMultilevel"/>
    <w:tmpl w:val="027498D4"/>
    <w:lvl w:ilvl="0" w:tplc="E98AF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E5669E"/>
    <w:multiLevelType w:val="singleLevel"/>
    <w:tmpl w:val="34D6692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08ED1CC6"/>
    <w:multiLevelType w:val="hybridMultilevel"/>
    <w:tmpl w:val="2D3CDB7A"/>
    <w:lvl w:ilvl="0" w:tplc="2FD8C99C">
      <w:start w:val="1"/>
      <w:numFmt w:val="decimal"/>
      <w:lvlText w:val="%1"/>
      <w:lvlJc w:val="left"/>
      <w:pPr>
        <w:ind w:left="862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582" w:hanging="360"/>
      </w:pPr>
    </w:lvl>
    <w:lvl w:ilvl="2" w:tplc="0807001B" w:tentative="1">
      <w:start w:val="1"/>
      <w:numFmt w:val="lowerRoman"/>
      <w:lvlText w:val="%3."/>
      <w:lvlJc w:val="right"/>
      <w:pPr>
        <w:ind w:left="2302" w:hanging="180"/>
      </w:pPr>
    </w:lvl>
    <w:lvl w:ilvl="3" w:tplc="0807000F" w:tentative="1">
      <w:start w:val="1"/>
      <w:numFmt w:val="decimal"/>
      <w:lvlText w:val="%4."/>
      <w:lvlJc w:val="left"/>
      <w:pPr>
        <w:ind w:left="3022" w:hanging="360"/>
      </w:pPr>
    </w:lvl>
    <w:lvl w:ilvl="4" w:tplc="08070019" w:tentative="1">
      <w:start w:val="1"/>
      <w:numFmt w:val="lowerLetter"/>
      <w:lvlText w:val="%5."/>
      <w:lvlJc w:val="left"/>
      <w:pPr>
        <w:ind w:left="3742" w:hanging="360"/>
      </w:pPr>
    </w:lvl>
    <w:lvl w:ilvl="5" w:tplc="0807001B" w:tentative="1">
      <w:start w:val="1"/>
      <w:numFmt w:val="lowerRoman"/>
      <w:lvlText w:val="%6."/>
      <w:lvlJc w:val="right"/>
      <w:pPr>
        <w:ind w:left="4462" w:hanging="180"/>
      </w:pPr>
    </w:lvl>
    <w:lvl w:ilvl="6" w:tplc="0807000F" w:tentative="1">
      <w:start w:val="1"/>
      <w:numFmt w:val="decimal"/>
      <w:lvlText w:val="%7."/>
      <w:lvlJc w:val="left"/>
      <w:pPr>
        <w:ind w:left="5182" w:hanging="360"/>
      </w:pPr>
    </w:lvl>
    <w:lvl w:ilvl="7" w:tplc="08070019" w:tentative="1">
      <w:start w:val="1"/>
      <w:numFmt w:val="lowerLetter"/>
      <w:lvlText w:val="%8."/>
      <w:lvlJc w:val="left"/>
      <w:pPr>
        <w:ind w:left="5902" w:hanging="360"/>
      </w:pPr>
    </w:lvl>
    <w:lvl w:ilvl="8" w:tplc="0807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D3D17A3"/>
    <w:multiLevelType w:val="hybridMultilevel"/>
    <w:tmpl w:val="045E0A3E"/>
    <w:lvl w:ilvl="0" w:tplc="E98AF042">
      <w:start w:val="1"/>
      <w:numFmt w:val="bullet"/>
      <w:lvlText w:val=""/>
      <w:lvlJc w:val="left"/>
      <w:pPr>
        <w:ind w:left="867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5" w15:restartNumberingAfterBreak="0">
    <w:nsid w:val="1085009D"/>
    <w:multiLevelType w:val="hybridMultilevel"/>
    <w:tmpl w:val="7A76A58E"/>
    <w:lvl w:ilvl="0" w:tplc="0807000F">
      <w:start w:val="1"/>
      <w:numFmt w:val="decimal"/>
      <w:lvlText w:val="%1."/>
      <w:lvlJc w:val="left"/>
      <w:pPr>
        <w:ind w:left="502" w:hanging="360"/>
      </w:pPr>
    </w:lvl>
    <w:lvl w:ilvl="1" w:tplc="08070019" w:tentative="1">
      <w:start w:val="1"/>
      <w:numFmt w:val="lowerLetter"/>
      <w:lvlText w:val="%2."/>
      <w:lvlJc w:val="left"/>
      <w:pPr>
        <w:ind w:left="1222" w:hanging="360"/>
      </w:pPr>
    </w:lvl>
    <w:lvl w:ilvl="2" w:tplc="0807001B" w:tentative="1">
      <w:start w:val="1"/>
      <w:numFmt w:val="lowerRoman"/>
      <w:lvlText w:val="%3."/>
      <w:lvlJc w:val="right"/>
      <w:pPr>
        <w:ind w:left="1942" w:hanging="180"/>
      </w:pPr>
    </w:lvl>
    <w:lvl w:ilvl="3" w:tplc="0807000F" w:tentative="1">
      <w:start w:val="1"/>
      <w:numFmt w:val="decimal"/>
      <w:lvlText w:val="%4."/>
      <w:lvlJc w:val="left"/>
      <w:pPr>
        <w:ind w:left="2662" w:hanging="360"/>
      </w:pPr>
    </w:lvl>
    <w:lvl w:ilvl="4" w:tplc="08070019" w:tentative="1">
      <w:start w:val="1"/>
      <w:numFmt w:val="lowerLetter"/>
      <w:lvlText w:val="%5."/>
      <w:lvlJc w:val="left"/>
      <w:pPr>
        <w:ind w:left="3382" w:hanging="360"/>
      </w:pPr>
    </w:lvl>
    <w:lvl w:ilvl="5" w:tplc="0807001B" w:tentative="1">
      <w:start w:val="1"/>
      <w:numFmt w:val="lowerRoman"/>
      <w:lvlText w:val="%6."/>
      <w:lvlJc w:val="right"/>
      <w:pPr>
        <w:ind w:left="4102" w:hanging="180"/>
      </w:pPr>
    </w:lvl>
    <w:lvl w:ilvl="6" w:tplc="0807000F" w:tentative="1">
      <w:start w:val="1"/>
      <w:numFmt w:val="decimal"/>
      <w:lvlText w:val="%7."/>
      <w:lvlJc w:val="left"/>
      <w:pPr>
        <w:ind w:left="4822" w:hanging="360"/>
      </w:pPr>
    </w:lvl>
    <w:lvl w:ilvl="7" w:tplc="08070019" w:tentative="1">
      <w:start w:val="1"/>
      <w:numFmt w:val="lowerLetter"/>
      <w:lvlText w:val="%8."/>
      <w:lvlJc w:val="left"/>
      <w:pPr>
        <w:ind w:left="5542" w:hanging="360"/>
      </w:pPr>
    </w:lvl>
    <w:lvl w:ilvl="8" w:tplc="08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7D24BF6"/>
    <w:multiLevelType w:val="hybridMultilevel"/>
    <w:tmpl w:val="A89849D0"/>
    <w:lvl w:ilvl="0" w:tplc="E98AF0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8172B0F"/>
    <w:multiLevelType w:val="singleLevel"/>
    <w:tmpl w:val="D924CD02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16"/>
      </w:rPr>
    </w:lvl>
  </w:abstractNum>
  <w:abstractNum w:abstractNumId="8" w15:restartNumberingAfterBreak="0">
    <w:nsid w:val="2A1360E6"/>
    <w:multiLevelType w:val="hybridMultilevel"/>
    <w:tmpl w:val="B510A378"/>
    <w:lvl w:ilvl="0" w:tplc="4B8A4662">
      <w:start w:val="10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2C4A42B1"/>
    <w:multiLevelType w:val="multilevel"/>
    <w:tmpl w:val="5D9478A8"/>
    <w:lvl w:ilvl="0">
      <w:start w:val="1"/>
      <w:numFmt w:val="decimal"/>
      <w:lvlText w:val="%1."/>
      <w:lvlJc w:val="left"/>
      <w:pPr>
        <w:ind w:left="624" w:hanging="624"/>
      </w:pPr>
      <w:rPr>
        <w:rFonts w:hint="default"/>
        <w:b/>
      </w:rPr>
    </w:lvl>
    <w:lvl w:ilvl="1">
      <w:start w:val="1"/>
      <w:numFmt w:val="decimal"/>
      <w:pStyle w:val="Formatvorl2"/>
      <w:lvlText w:val="%1.%2."/>
      <w:lvlJc w:val="left"/>
      <w:pPr>
        <w:ind w:left="1567" w:hanging="432"/>
      </w:pPr>
      <w:rPr>
        <w:rFonts w:hint="default"/>
        <w:b/>
      </w:rPr>
    </w:lvl>
    <w:lvl w:ilvl="2">
      <w:start w:val="1"/>
      <w:numFmt w:val="decimal"/>
      <w:pStyle w:val="Formatvorlage2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05725EA"/>
    <w:multiLevelType w:val="hybridMultilevel"/>
    <w:tmpl w:val="6F0CA9D4"/>
    <w:lvl w:ilvl="0" w:tplc="2FD8C99C">
      <w:start w:val="1"/>
      <w:numFmt w:val="decimal"/>
      <w:lvlText w:val="%1"/>
      <w:lvlJc w:val="left"/>
      <w:pPr>
        <w:ind w:left="862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582" w:hanging="360"/>
      </w:pPr>
    </w:lvl>
    <w:lvl w:ilvl="2" w:tplc="0807001B" w:tentative="1">
      <w:start w:val="1"/>
      <w:numFmt w:val="lowerRoman"/>
      <w:lvlText w:val="%3."/>
      <w:lvlJc w:val="right"/>
      <w:pPr>
        <w:ind w:left="2302" w:hanging="180"/>
      </w:pPr>
    </w:lvl>
    <w:lvl w:ilvl="3" w:tplc="0807000F" w:tentative="1">
      <w:start w:val="1"/>
      <w:numFmt w:val="decimal"/>
      <w:lvlText w:val="%4."/>
      <w:lvlJc w:val="left"/>
      <w:pPr>
        <w:ind w:left="3022" w:hanging="360"/>
      </w:pPr>
    </w:lvl>
    <w:lvl w:ilvl="4" w:tplc="08070019" w:tentative="1">
      <w:start w:val="1"/>
      <w:numFmt w:val="lowerLetter"/>
      <w:lvlText w:val="%5."/>
      <w:lvlJc w:val="left"/>
      <w:pPr>
        <w:ind w:left="3742" w:hanging="360"/>
      </w:pPr>
    </w:lvl>
    <w:lvl w:ilvl="5" w:tplc="0807001B" w:tentative="1">
      <w:start w:val="1"/>
      <w:numFmt w:val="lowerRoman"/>
      <w:lvlText w:val="%6."/>
      <w:lvlJc w:val="right"/>
      <w:pPr>
        <w:ind w:left="4462" w:hanging="180"/>
      </w:pPr>
    </w:lvl>
    <w:lvl w:ilvl="6" w:tplc="0807000F" w:tentative="1">
      <w:start w:val="1"/>
      <w:numFmt w:val="decimal"/>
      <w:lvlText w:val="%7."/>
      <w:lvlJc w:val="left"/>
      <w:pPr>
        <w:ind w:left="5182" w:hanging="360"/>
      </w:pPr>
    </w:lvl>
    <w:lvl w:ilvl="7" w:tplc="08070019" w:tentative="1">
      <w:start w:val="1"/>
      <w:numFmt w:val="lowerLetter"/>
      <w:lvlText w:val="%8."/>
      <w:lvlJc w:val="left"/>
      <w:pPr>
        <w:ind w:left="5902" w:hanging="360"/>
      </w:pPr>
    </w:lvl>
    <w:lvl w:ilvl="8" w:tplc="0807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31E848C3"/>
    <w:multiLevelType w:val="hybridMultilevel"/>
    <w:tmpl w:val="6DCA80FA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A3615"/>
    <w:multiLevelType w:val="singleLevel"/>
    <w:tmpl w:val="E98AF04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</w:rPr>
    </w:lvl>
  </w:abstractNum>
  <w:abstractNum w:abstractNumId="13" w15:restartNumberingAfterBreak="0">
    <w:nsid w:val="3DE8368C"/>
    <w:multiLevelType w:val="hybridMultilevel"/>
    <w:tmpl w:val="0AA24B28"/>
    <w:lvl w:ilvl="0" w:tplc="64581DEA">
      <w:numFmt w:val="bullet"/>
      <w:lvlText w:val="-"/>
      <w:lvlJc w:val="left"/>
      <w:pPr>
        <w:ind w:left="507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22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7" w:hanging="360"/>
      </w:pPr>
      <w:rPr>
        <w:rFonts w:ascii="Wingdings" w:hAnsi="Wingdings" w:hint="default"/>
      </w:rPr>
    </w:lvl>
  </w:abstractNum>
  <w:abstractNum w:abstractNumId="14" w15:restartNumberingAfterBreak="0">
    <w:nsid w:val="3EBD1F1B"/>
    <w:multiLevelType w:val="hybridMultilevel"/>
    <w:tmpl w:val="13FE7704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255E0"/>
    <w:multiLevelType w:val="multilevel"/>
    <w:tmpl w:val="6FCC4402"/>
    <w:lvl w:ilvl="0">
      <w:start w:val="3"/>
      <w:numFmt w:val="decimal"/>
      <w:lvlText w:val="%1."/>
      <w:lvlJc w:val="left"/>
      <w:pPr>
        <w:tabs>
          <w:tab w:val="num" w:pos="360"/>
        </w:tabs>
        <w:ind w:left="227" w:hanging="227"/>
      </w:pPr>
    </w:lvl>
    <w:lvl w:ilvl="1">
      <w:start w:val="1"/>
      <w:numFmt w:val="bullet"/>
      <w:lvlText w:val=""/>
      <w:lvlJc w:val="left"/>
      <w:pPr>
        <w:tabs>
          <w:tab w:val="num" w:pos="587"/>
        </w:tabs>
        <w:ind w:left="397" w:hanging="17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42032D88"/>
    <w:multiLevelType w:val="hybridMultilevel"/>
    <w:tmpl w:val="D99A6510"/>
    <w:lvl w:ilvl="0" w:tplc="9B9AF6DC">
      <w:start w:val="1"/>
      <w:numFmt w:val="decimal"/>
      <w:lvlText w:val="%1."/>
      <w:lvlJc w:val="left"/>
      <w:pPr>
        <w:ind w:left="862" w:hanging="360"/>
      </w:pPr>
      <w:rPr>
        <w:color w:val="auto"/>
        <w:u w:val="none"/>
      </w:rPr>
    </w:lvl>
    <w:lvl w:ilvl="1" w:tplc="08070019" w:tentative="1">
      <w:start w:val="1"/>
      <w:numFmt w:val="lowerLetter"/>
      <w:lvlText w:val="%2."/>
      <w:lvlJc w:val="left"/>
      <w:pPr>
        <w:ind w:left="1582" w:hanging="360"/>
      </w:pPr>
    </w:lvl>
    <w:lvl w:ilvl="2" w:tplc="0807001B" w:tentative="1">
      <w:start w:val="1"/>
      <w:numFmt w:val="lowerRoman"/>
      <w:lvlText w:val="%3."/>
      <w:lvlJc w:val="right"/>
      <w:pPr>
        <w:ind w:left="2302" w:hanging="180"/>
      </w:pPr>
    </w:lvl>
    <w:lvl w:ilvl="3" w:tplc="0807000F" w:tentative="1">
      <w:start w:val="1"/>
      <w:numFmt w:val="decimal"/>
      <w:lvlText w:val="%4."/>
      <w:lvlJc w:val="left"/>
      <w:pPr>
        <w:ind w:left="3022" w:hanging="360"/>
      </w:pPr>
    </w:lvl>
    <w:lvl w:ilvl="4" w:tplc="08070019" w:tentative="1">
      <w:start w:val="1"/>
      <w:numFmt w:val="lowerLetter"/>
      <w:lvlText w:val="%5."/>
      <w:lvlJc w:val="left"/>
      <w:pPr>
        <w:ind w:left="3742" w:hanging="360"/>
      </w:pPr>
    </w:lvl>
    <w:lvl w:ilvl="5" w:tplc="0807001B" w:tentative="1">
      <w:start w:val="1"/>
      <w:numFmt w:val="lowerRoman"/>
      <w:lvlText w:val="%6."/>
      <w:lvlJc w:val="right"/>
      <w:pPr>
        <w:ind w:left="4462" w:hanging="180"/>
      </w:pPr>
    </w:lvl>
    <w:lvl w:ilvl="6" w:tplc="0807000F" w:tentative="1">
      <w:start w:val="1"/>
      <w:numFmt w:val="decimal"/>
      <w:lvlText w:val="%7."/>
      <w:lvlJc w:val="left"/>
      <w:pPr>
        <w:ind w:left="5182" w:hanging="360"/>
      </w:pPr>
    </w:lvl>
    <w:lvl w:ilvl="7" w:tplc="08070019" w:tentative="1">
      <w:start w:val="1"/>
      <w:numFmt w:val="lowerLetter"/>
      <w:lvlText w:val="%8."/>
      <w:lvlJc w:val="left"/>
      <w:pPr>
        <w:ind w:left="5902" w:hanging="360"/>
      </w:pPr>
    </w:lvl>
    <w:lvl w:ilvl="8" w:tplc="0807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42336ED2"/>
    <w:multiLevelType w:val="singleLevel"/>
    <w:tmpl w:val="962EE4A0"/>
    <w:lvl w:ilvl="0">
      <w:start w:val="61"/>
      <w:numFmt w:val="bullet"/>
      <w:lvlText w:val="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4CC44937"/>
    <w:multiLevelType w:val="hybridMultilevel"/>
    <w:tmpl w:val="D076CEBC"/>
    <w:lvl w:ilvl="0" w:tplc="AD287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5123D6"/>
    <w:multiLevelType w:val="multilevel"/>
    <w:tmpl w:val="5B0C4560"/>
    <w:lvl w:ilvl="0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58417626"/>
    <w:multiLevelType w:val="multilevel"/>
    <w:tmpl w:val="B476C232"/>
    <w:lvl w:ilvl="0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5DFA0FEB"/>
    <w:multiLevelType w:val="singleLevel"/>
    <w:tmpl w:val="B6520D70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16"/>
      </w:rPr>
    </w:lvl>
  </w:abstractNum>
  <w:abstractNum w:abstractNumId="22" w15:restartNumberingAfterBreak="0">
    <w:nsid w:val="68403556"/>
    <w:multiLevelType w:val="hybridMultilevel"/>
    <w:tmpl w:val="E1FC1932"/>
    <w:lvl w:ilvl="0" w:tplc="E98AF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92F731D"/>
    <w:multiLevelType w:val="multilevel"/>
    <w:tmpl w:val="92BA8154"/>
    <w:lvl w:ilvl="0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</w:lvl>
    <w:lvl w:ilvl="1">
      <w:start w:val="1"/>
      <w:numFmt w:val="bullet"/>
      <w:lvlText w:val=""/>
      <w:lvlJc w:val="left"/>
      <w:pPr>
        <w:tabs>
          <w:tab w:val="num" w:pos="587"/>
        </w:tabs>
        <w:ind w:left="340" w:hanging="113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 w15:restartNumberingAfterBreak="0">
    <w:nsid w:val="6AD07758"/>
    <w:multiLevelType w:val="hybridMultilevel"/>
    <w:tmpl w:val="BFF46AA4"/>
    <w:lvl w:ilvl="0" w:tplc="7A4E8C80">
      <w:start w:val="1"/>
      <w:numFmt w:val="decimal"/>
      <w:lvlText w:val="%1."/>
      <w:lvlJc w:val="left"/>
      <w:pPr>
        <w:ind w:left="502" w:hanging="360"/>
      </w:pPr>
      <w:rPr>
        <w:rFonts w:hint="default"/>
        <w:strike w:val="0"/>
        <w:color w:val="auto"/>
      </w:rPr>
    </w:lvl>
    <w:lvl w:ilvl="1" w:tplc="08070019" w:tentative="1">
      <w:start w:val="1"/>
      <w:numFmt w:val="lowerLetter"/>
      <w:lvlText w:val="%2."/>
      <w:lvlJc w:val="left"/>
      <w:pPr>
        <w:ind w:left="1222" w:hanging="360"/>
      </w:pPr>
    </w:lvl>
    <w:lvl w:ilvl="2" w:tplc="0807001B" w:tentative="1">
      <w:start w:val="1"/>
      <w:numFmt w:val="lowerRoman"/>
      <w:lvlText w:val="%3."/>
      <w:lvlJc w:val="right"/>
      <w:pPr>
        <w:ind w:left="1942" w:hanging="180"/>
      </w:pPr>
    </w:lvl>
    <w:lvl w:ilvl="3" w:tplc="0807000F" w:tentative="1">
      <w:start w:val="1"/>
      <w:numFmt w:val="decimal"/>
      <w:lvlText w:val="%4."/>
      <w:lvlJc w:val="left"/>
      <w:pPr>
        <w:ind w:left="2662" w:hanging="360"/>
      </w:pPr>
    </w:lvl>
    <w:lvl w:ilvl="4" w:tplc="08070019" w:tentative="1">
      <w:start w:val="1"/>
      <w:numFmt w:val="lowerLetter"/>
      <w:lvlText w:val="%5."/>
      <w:lvlJc w:val="left"/>
      <w:pPr>
        <w:ind w:left="3382" w:hanging="360"/>
      </w:pPr>
    </w:lvl>
    <w:lvl w:ilvl="5" w:tplc="0807001B" w:tentative="1">
      <w:start w:val="1"/>
      <w:numFmt w:val="lowerRoman"/>
      <w:lvlText w:val="%6."/>
      <w:lvlJc w:val="right"/>
      <w:pPr>
        <w:ind w:left="4102" w:hanging="180"/>
      </w:pPr>
    </w:lvl>
    <w:lvl w:ilvl="6" w:tplc="0807000F" w:tentative="1">
      <w:start w:val="1"/>
      <w:numFmt w:val="decimal"/>
      <w:lvlText w:val="%7."/>
      <w:lvlJc w:val="left"/>
      <w:pPr>
        <w:ind w:left="4822" w:hanging="360"/>
      </w:pPr>
    </w:lvl>
    <w:lvl w:ilvl="7" w:tplc="08070019" w:tentative="1">
      <w:start w:val="1"/>
      <w:numFmt w:val="lowerLetter"/>
      <w:lvlText w:val="%8."/>
      <w:lvlJc w:val="left"/>
      <w:pPr>
        <w:ind w:left="5542" w:hanging="360"/>
      </w:pPr>
    </w:lvl>
    <w:lvl w:ilvl="8" w:tplc="08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701A6D7A"/>
    <w:multiLevelType w:val="hybridMultilevel"/>
    <w:tmpl w:val="AAA29CEC"/>
    <w:lvl w:ilvl="0" w:tplc="71F658A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8D5A62"/>
    <w:multiLevelType w:val="hybridMultilevel"/>
    <w:tmpl w:val="395E4F70"/>
    <w:lvl w:ilvl="0" w:tplc="E98AF0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40831E8"/>
    <w:multiLevelType w:val="hybridMultilevel"/>
    <w:tmpl w:val="BBF8A456"/>
    <w:lvl w:ilvl="0" w:tplc="E98AF04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78E23BA2"/>
    <w:multiLevelType w:val="singleLevel"/>
    <w:tmpl w:val="5986DF4C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29" w15:restartNumberingAfterBreak="0">
    <w:nsid w:val="78EF28B1"/>
    <w:multiLevelType w:val="hybridMultilevel"/>
    <w:tmpl w:val="B59A751A"/>
    <w:lvl w:ilvl="0" w:tplc="E98AF0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DDC46BF"/>
    <w:multiLevelType w:val="multilevel"/>
    <w:tmpl w:val="FB360EB0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587"/>
        </w:tabs>
        <w:ind w:left="227" w:firstLine="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2059742953">
    <w:abstractNumId w:val="19"/>
  </w:num>
  <w:num w:numId="2" w16cid:durableId="761073600">
    <w:abstractNumId w:val="20"/>
  </w:num>
  <w:num w:numId="3" w16cid:durableId="911885986">
    <w:abstractNumId w:val="23"/>
  </w:num>
  <w:num w:numId="4" w16cid:durableId="605891554">
    <w:abstractNumId w:val="15"/>
  </w:num>
  <w:num w:numId="5" w16cid:durableId="1483236060">
    <w:abstractNumId w:val="17"/>
  </w:num>
  <w:num w:numId="6" w16cid:durableId="1580944078">
    <w:abstractNumId w:val="28"/>
  </w:num>
  <w:num w:numId="7" w16cid:durableId="1356885783">
    <w:abstractNumId w:val="30"/>
  </w:num>
  <w:num w:numId="8" w16cid:durableId="1836532907">
    <w:abstractNumId w:val="21"/>
  </w:num>
  <w:num w:numId="9" w16cid:durableId="1719275657">
    <w:abstractNumId w:val="7"/>
  </w:num>
  <w:num w:numId="10" w16cid:durableId="483812072">
    <w:abstractNumId w:val="2"/>
  </w:num>
  <w:num w:numId="11" w16cid:durableId="71703807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strike w:val="0"/>
          <w:color w:val="auto"/>
        </w:rPr>
      </w:lvl>
    </w:lvlOverride>
  </w:num>
  <w:num w:numId="12" w16cid:durableId="160040836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13" w16cid:durableId="1541896482">
    <w:abstractNumId w:val="18"/>
  </w:num>
  <w:num w:numId="14" w16cid:durableId="1630361052">
    <w:abstractNumId w:val="11"/>
  </w:num>
  <w:num w:numId="15" w16cid:durableId="1125536896">
    <w:abstractNumId w:val="26"/>
  </w:num>
  <w:num w:numId="16" w16cid:durableId="570390257">
    <w:abstractNumId w:val="25"/>
  </w:num>
  <w:num w:numId="17" w16cid:durableId="910847322">
    <w:abstractNumId w:val="29"/>
  </w:num>
  <w:num w:numId="18" w16cid:durableId="757871555">
    <w:abstractNumId w:val="22"/>
  </w:num>
  <w:num w:numId="19" w16cid:durableId="890464359">
    <w:abstractNumId w:val="27"/>
  </w:num>
  <w:num w:numId="20" w16cid:durableId="1911428486">
    <w:abstractNumId w:val="12"/>
  </w:num>
  <w:num w:numId="21" w16cid:durableId="1644697419">
    <w:abstractNumId w:val="6"/>
  </w:num>
  <w:num w:numId="22" w16cid:durableId="1341930175">
    <w:abstractNumId w:val="1"/>
  </w:num>
  <w:num w:numId="23" w16cid:durableId="1811747090">
    <w:abstractNumId w:val="10"/>
  </w:num>
  <w:num w:numId="24" w16cid:durableId="1467822342">
    <w:abstractNumId w:val="4"/>
  </w:num>
  <w:num w:numId="25" w16cid:durableId="1911890758">
    <w:abstractNumId w:val="5"/>
  </w:num>
  <w:num w:numId="26" w16cid:durableId="1337533459">
    <w:abstractNumId w:val="14"/>
  </w:num>
  <w:num w:numId="27" w16cid:durableId="812797662">
    <w:abstractNumId w:val="16"/>
  </w:num>
  <w:num w:numId="28" w16cid:durableId="248347284">
    <w:abstractNumId w:val="3"/>
  </w:num>
  <w:num w:numId="29" w16cid:durableId="1747530689">
    <w:abstractNumId w:val="24"/>
  </w:num>
  <w:num w:numId="30" w16cid:durableId="1061557737">
    <w:abstractNumId w:val="8"/>
  </w:num>
  <w:num w:numId="31" w16cid:durableId="1007905959">
    <w:abstractNumId w:val="13"/>
  </w:num>
  <w:num w:numId="32" w16cid:durableId="1399268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00A"/>
    <w:rsid w:val="000001FD"/>
    <w:rsid w:val="000015E7"/>
    <w:rsid w:val="0000211E"/>
    <w:rsid w:val="00003726"/>
    <w:rsid w:val="0000774C"/>
    <w:rsid w:val="00010761"/>
    <w:rsid w:val="00023E71"/>
    <w:rsid w:val="0004366D"/>
    <w:rsid w:val="00046467"/>
    <w:rsid w:val="000527B4"/>
    <w:rsid w:val="00055472"/>
    <w:rsid w:val="00055E99"/>
    <w:rsid w:val="00061D7F"/>
    <w:rsid w:val="000725E5"/>
    <w:rsid w:val="00072FB8"/>
    <w:rsid w:val="00087693"/>
    <w:rsid w:val="0009309C"/>
    <w:rsid w:val="00096025"/>
    <w:rsid w:val="00096610"/>
    <w:rsid w:val="000A0812"/>
    <w:rsid w:val="000A7736"/>
    <w:rsid w:val="000B17BE"/>
    <w:rsid w:val="000B46D9"/>
    <w:rsid w:val="000B72B7"/>
    <w:rsid w:val="000C2B0A"/>
    <w:rsid w:val="000C49D1"/>
    <w:rsid w:val="000D324D"/>
    <w:rsid w:val="000F2253"/>
    <w:rsid w:val="000F3BA7"/>
    <w:rsid w:val="000F520A"/>
    <w:rsid w:val="001259FC"/>
    <w:rsid w:val="001336E6"/>
    <w:rsid w:val="001404AF"/>
    <w:rsid w:val="00144B6B"/>
    <w:rsid w:val="0014648F"/>
    <w:rsid w:val="00153334"/>
    <w:rsid w:val="00153C89"/>
    <w:rsid w:val="0016525B"/>
    <w:rsid w:val="0016621C"/>
    <w:rsid w:val="00166437"/>
    <w:rsid w:val="00173908"/>
    <w:rsid w:val="001810B9"/>
    <w:rsid w:val="00182211"/>
    <w:rsid w:val="00183B24"/>
    <w:rsid w:val="0018609A"/>
    <w:rsid w:val="00192AD7"/>
    <w:rsid w:val="001943F3"/>
    <w:rsid w:val="001A00EF"/>
    <w:rsid w:val="001A0B04"/>
    <w:rsid w:val="001A1602"/>
    <w:rsid w:val="001A2C2F"/>
    <w:rsid w:val="001A36E3"/>
    <w:rsid w:val="001B3F80"/>
    <w:rsid w:val="001C1CE6"/>
    <w:rsid w:val="001C47FA"/>
    <w:rsid w:val="001C6DC4"/>
    <w:rsid w:val="001C711D"/>
    <w:rsid w:val="001D3D5E"/>
    <w:rsid w:val="001D5DF2"/>
    <w:rsid w:val="001E20AA"/>
    <w:rsid w:val="001E7E22"/>
    <w:rsid w:val="001F0146"/>
    <w:rsid w:val="001F3EB9"/>
    <w:rsid w:val="001F4C8B"/>
    <w:rsid w:val="001F5786"/>
    <w:rsid w:val="002006A6"/>
    <w:rsid w:val="0022204F"/>
    <w:rsid w:val="00235119"/>
    <w:rsid w:val="00243DDF"/>
    <w:rsid w:val="00261231"/>
    <w:rsid w:val="00265D85"/>
    <w:rsid w:val="00265F2A"/>
    <w:rsid w:val="00266269"/>
    <w:rsid w:val="00267056"/>
    <w:rsid w:val="00267755"/>
    <w:rsid w:val="00275997"/>
    <w:rsid w:val="0027638E"/>
    <w:rsid w:val="00280D5A"/>
    <w:rsid w:val="00282905"/>
    <w:rsid w:val="00282CFA"/>
    <w:rsid w:val="00293B13"/>
    <w:rsid w:val="00296BBA"/>
    <w:rsid w:val="002A4834"/>
    <w:rsid w:val="002B3B5F"/>
    <w:rsid w:val="002B419E"/>
    <w:rsid w:val="002C453E"/>
    <w:rsid w:val="002C6AC4"/>
    <w:rsid w:val="002D002F"/>
    <w:rsid w:val="002D2EDC"/>
    <w:rsid w:val="002D54A3"/>
    <w:rsid w:val="002E0699"/>
    <w:rsid w:val="002E7FB9"/>
    <w:rsid w:val="002F5E92"/>
    <w:rsid w:val="003051DA"/>
    <w:rsid w:val="00314384"/>
    <w:rsid w:val="00315917"/>
    <w:rsid w:val="003159F1"/>
    <w:rsid w:val="00320D8C"/>
    <w:rsid w:val="00332DA3"/>
    <w:rsid w:val="00333145"/>
    <w:rsid w:val="00342743"/>
    <w:rsid w:val="00342C9F"/>
    <w:rsid w:val="003473BB"/>
    <w:rsid w:val="00347DB2"/>
    <w:rsid w:val="00353E33"/>
    <w:rsid w:val="0037744F"/>
    <w:rsid w:val="00380109"/>
    <w:rsid w:val="003812D2"/>
    <w:rsid w:val="00390F02"/>
    <w:rsid w:val="003B275C"/>
    <w:rsid w:val="003B2999"/>
    <w:rsid w:val="003B4CD6"/>
    <w:rsid w:val="003C09B3"/>
    <w:rsid w:val="003C3636"/>
    <w:rsid w:val="003C6D4F"/>
    <w:rsid w:val="003C726D"/>
    <w:rsid w:val="003E19EA"/>
    <w:rsid w:val="003E2D06"/>
    <w:rsid w:val="003F7CD0"/>
    <w:rsid w:val="00402540"/>
    <w:rsid w:val="00404B66"/>
    <w:rsid w:val="00405155"/>
    <w:rsid w:val="00407501"/>
    <w:rsid w:val="00410A09"/>
    <w:rsid w:val="004205D9"/>
    <w:rsid w:val="00431966"/>
    <w:rsid w:val="004419C2"/>
    <w:rsid w:val="00452334"/>
    <w:rsid w:val="00454E50"/>
    <w:rsid w:val="004557F3"/>
    <w:rsid w:val="00464377"/>
    <w:rsid w:val="00464A42"/>
    <w:rsid w:val="00481AC7"/>
    <w:rsid w:val="00484AE4"/>
    <w:rsid w:val="00486B8F"/>
    <w:rsid w:val="00491D92"/>
    <w:rsid w:val="004B277E"/>
    <w:rsid w:val="004C07A8"/>
    <w:rsid w:val="004D2B45"/>
    <w:rsid w:val="004D5327"/>
    <w:rsid w:val="004D5CDF"/>
    <w:rsid w:val="004E097C"/>
    <w:rsid w:val="004F1A03"/>
    <w:rsid w:val="004F5C81"/>
    <w:rsid w:val="004F73FF"/>
    <w:rsid w:val="0050240C"/>
    <w:rsid w:val="00503EC6"/>
    <w:rsid w:val="005048AD"/>
    <w:rsid w:val="00506C94"/>
    <w:rsid w:val="00512C13"/>
    <w:rsid w:val="00513627"/>
    <w:rsid w:val="00516ACC"/>
    <w:rsid w:val="00522951"/>
    <w:rsid w:val="00533373"/>
    <w:rsid w:val="00541736"/>
    <w:rsid w:val="0055529B"/>
    <w:rsid w:val="00555696"/>
    <w:rsid w:val="00560ABA"/>
    <w:rsid w:val="0056555E"/>
    <w:rsid w:val="0056574D"/>
    <w:rsid w:val="0057401F"/>
    <w:rsid w:val="005778A4"/>
    <w:rsid w:val="0058217E"/>
    <w:rsid w:val="005903DC"/>
    <w:rsid w:val="00593BED"/>
    <w:rsid w:val="00594F39"/>
    <w:rsid w:val="005A1CE4"/>
    <w:rsid w:val="005A20ED"/>
    <w:rsid w:val="005B0382"/>
    <w:rsid w:val="005B2D89"/>
    <w:rsid w:val="005D13C1"/>
    <w:rsid w:val="005D7EA8"/>
    <w:rsid w:val="005E4D09"/>
    <w:rsid w:val="005E5055"/>
    <w:rsid w:val="005F71FA"/>
    <w:rsid w:val="00604FC2"/>
    <w:rsid w:val="0061056B"/>
    <w:rsid w:val="00610AF4"/>
    <w:rsid w:val="00612B08"/>
    <w:rsid w:val="00614A4B"/>
    <w:rsid w:val="00626983"/>
    <w:rsid w:val="006334A9"/>
    <w:rsid w:val="00645CE5"/>
    <w:rsid w:val="00650466"/>
    <w:rsid w:val="00650837"/>
    <w:rsid w:val="006535F3"/>
    <w:rsid w:val="006654D1"/>
    <w:rsid w:val="0067002A"/>
    <w:rsid w:val="00671878"/>
    <w:rsid w:val="00671A49"/>
    <w:rsid w:val="00673D2A"/>
    <w:rsid w:val="00695FE3"/>
    <w:rsid w:val="00697CEC"/>
    <w:rsid w:val="006A27F8"/>
    <w:rsid w:val="006A2C17"/>
    <w:rsid w:val="006B349D"/>
    <w:rsid w:val="006C0391"/>
    <w:rsid w:val="006C092A"/>
    <w:rsid w:val="006C6978"/>
    <w:rsid w:val="006D64C8"/>
    <w:rsid w:val="006E242C"/>
    <w:rsid w:val="006E2CA8"/>
    <w:rsid w:val="006E3FCA"/>
    <w:rsid w:val="006F31C5"/>
    <w:rsid w:val="006F328F"/>
    <w:rsid w:val="006F34CF"/>
    <w:rsid w:val="006F5AB0"/>
    <w:rsid w:val="007029B2"/>
    <w:rsid w:val="007048C4"/>
    <w:rsid w:val="007145C4"/>
    <w:rsid w:val="00722418"/>
    <w:rsid w:val="00724E44"/>
    <w:rsid w:val="007254CF"/>
    <w:rsid w:val="007370F9"/>
    <w:rsid w:val="00740B1F"/>
    <w:rsid w:val="00740C4B"/>
    <w:rsid w:val="00743C0D"/>
    <w:rsid w:val="00754716"/>
    <w:rsid w:val="007556AE"/>
    <w:rsid w:val="0076163E"/>
    <w:rsid w:val="00764B76"/>
    <w:rsid w:val="00782868"/>
    <w:rsid w:val="007951F3"/>
    <w:rsid w:val="00797028"/>
    <w:rsid w:val="007A372C"/>
    <w:rsid w:val="007B0663"/>
    <w:rsid w:val="007C04B6"/>
    <w:rsid w:val="007C1F4C"/>
    <w:rsid w:val="007C5A26"/>
    <w:rsid w:val="007D27EF"/>
    <w:rsid w:val="007D2EE3"/>
    <w:rsid w:val="007F272B"/>
    <w:rsid w:val="00803449"/>
    <w:rsid w:val="008047E5"/>
    <w:rsid w:val="00821210"/>
    <w:rsid w:val="0082300A"/>
    <w:rsid w:val="00823466"/>
    <w:rsid w:val="0083060B"/>
    <w:rsid w:val="00837CE9"/>
    <w:rsid w:val="00847EDF"/>
    <w:rsid w:val="00860A7E"/>
    <w:rsid w:val="00870961"/>
    <w:rsid w:val="00876818"/>
    <w:rsid w:val="00884D14"/>
    <w:rsid w:val="0089284F"/>
    <w:rsid w:val="008950A2"/>
    <w:rsid w:val="008973C5"/>
    <w:rsid w:val="008A3DA3"/>
    <w:rsid w:val="008A41A1"/>
    <w:rsid w:val="008A44FF"/>
    <w:rsid w:val="008A4DCF"/>
    <w:rsid w:val="008A693A"/>
    <w:rsid w:val="008B021A"/>
    <w:rsid w:val="008C7633"/>
    <w:rsid w:val="008D1011"/>
    <w:rsid w:val="008E6AF9"/>
    <w:rsid w:val="008E6F6F"/>
    <w:rsid w:val="008F7CB2"/>
    <w:rsid w:val="00900F6E"/>
    <w:rsid w:val="009017C7"/>
    <w:rsid w:val="009047DD"/>
    <w:rsid w:val="00904806"/>
    <w:rsid w:val="009053EE"/>
    <w:rsid w:val="00911642"/>
    <w:rsid w:val="00924117"/>
    <w:rsid w:val="009243E2"/>
    <w:rsid w:val="00925601"/>
    <w:rsid w:val="00934470"/>
    <w:rsid w:val="009476C5"/>
    <w:rsid w:val="00947BAE"/>
    <w:rsid w:val="009527F1"/>
    <w:rsid w:val="0097034E"/>
    <w:rsid w:val="009761BF"/>
    <w:rsid w:val="009810F7"/>
    <w:rsid w:val="00981905"/>
    <w:rsid w:val="00985F44"/>
    <w:rsid w:val="00987DBB"/>
    <w:rsid w:val="00991013"/>
    <w:rsid w:val="00995906"/>
    <w:rsid w:val="009A232F"/>
    <w:rsid w:val="009B19A8"/>
    <w:rsid w:val="009B4B1B"/>
    <w:rsid w:val="009B4CD9"/>
    <w:rsid w:val="009D03C4"/>
    <w:rsid w:val="009D0DCA"/>
    <w:rsid w:val="009D3070"/>
    <w:rsid w:val="009D7E00"/>
    <w:rsid w:val="009E32F2"/>
    <w:rsid w:val="009F4A9D"/>
    <w:rsid w:val="00A019E0"/>
    <w:rsid w:val="00A03843"/>
    <w:rsid w:val="00A06BAB"/>
    <w:rsid w:val="00A13143"/>
    <w:rsid w:val="00A23809"/>
    <w:rsid w:val="00A23C55"/>
    <w:rsid w:val="00A42001"/>
    <w:rsid w:val="00A5087C"/>
    <w:rsid w:val="00A520ED"/>
    <w:rsid w:val="00A57605"/>
    <w:rsid w:val="00A66657"/>
    <w:rsid w:val="00A70D8C"/>
    <w:rsid w:val="00A748C6"/>
    <w:rsid w:val="00A90DF3"/>
    <w:rsid w:val="00A96774"/>
    <w:rsid w:val="00AA4024"/>
    <w:rsid w:val="00AA48A0"/>
    <w:rsid w:val="00AA73EE"/>
    <w:rsid w:val="00AB06E0"/>
    <w:rsid w:val="00AB40CE"/>
    <w:rsid w:val="00AB5682"/>
    <w:rsid w:val="00AB672D"/>
    <w:rsid w:val="00AB7416"/>
    <w:rsid w:val="00AC13FF"/>
    <w:rsid w:val="00AC60B3"/>
    <w:rsid w:val="00AD6CBE"/>
    <w:rsid w:val="00AE4FD9"/>
    <w:rsid w:val="00B13306"/>
    <w:rsid w:val="00B15CC9"/>
    <w:rsid w:val="00B178A7"/>
    <w:rsid w:val="00B22C9E"/>
    <w:rsid w:val="00B3215F"/>
    <w:rsid w:val="00B32BCE"/>
    <w:rsid w:val="00B333EF"/>
    <w:rsid w:val="00B4429D"/>
    <w:rsid w:val="00B472D9"/>
    <w:rsid w:val="00B5232C"/>
    <w:rsid w:val="00B535EC"/>
    <w:rsid w:val="00B62F1D"/>
    <w:rsid w:val="00B6545D"/>
    <w:rsid w:val="00B65BE4"/>
    <w:rsid w:val="00B70B24"/>
    <w:rsid w:val="00B721AF"/>
    <w:rsid w:val="00B7770C"/>
    <w:rsid w:val="00B80D57"/>
    <w:rsid w:val="00B8366B"/>
    <w:rsid w:val="00B83D28"/>
    <w:rsid w:val="00B87816"/>
    <w:rsid w:val="00B921DD"/>
    <w:rsid w:val="00B9278D"/>
    <w:rsid w:val="00B94FCC"/>
    <w:rsid w:val="00B95F29"/>
    <w:rsid w:val="00B962EF"/>
    <w:rsid w:val="00B96C96"/>
    <w:rsid w:val="00BA1365"/>
    <w:rsid w:val="00BB196A"/>
    <w:rsid w:val="00BB1DA2"/>
    <w:rsid w:val="00BC539E"/>
    <w:rsid w:val="00BC5CC2"/>
    <w:rsid w:val="00BD268E"/>
    <w:rsid w:val="00BE6D96"/>
    <w:rsid w:val="00BF11EC"/>
    <w:rsid w:val="00BF2F16"/>
    <w:rsid w:val="00C12FBD"/>
    <w:rsid w:val="00C21376"/>
    <w:rsid w:val="00C2282A"/>
    <w:rsid w:val="00C24642"/>
    <w:rsid w:val="00C278C3"/>
    <w:rsid w:val="00C35B4D"/>
    <w:rsid w:val="00C36E9F"/>
    <w:rsid w:val="00C43074"/>
    <w:rsid w:val="00C47B4C"/>
    <w:rsid w:val="00C50224"/>
    <w:rsid w:val="00C51058"/>
    <w:rsid w:val="00C52EAC"/>
    <w:rsid w:val="00C53F25"/>
    <w:rsid w:val="00C55A58"/>
    <w:rsid w:val="00C55ADD"/>
    <w:rsid w:val="00C6415B"/>
    <w:rsid w:val="00C713CD"/>
    <w:rsid w:val="00C80E0C"/>
    <w:rsid w:val="00C83ECA"/>
    <w:rsid w:val="00C842D9"/>
    <w:rsid w:val="00C869E7"/>
    <w:rsid w:val="00C93BCC"/>
    <w:rsid w:val="00C96970"/>
    <w:rsid w:val="00C977F2"/>
    <w:rsid w:val="00CA17B1"/>
    <w:rsid w:val="00CA44C3"/>
    <w:rsid w:val="00CA6DC8"/>
    <w:rsid w:val="00CA7C80"/>
    <w:rsid w:val="00CB2009"/>
    <w:rsid w:val="00CB4732"/>
    <w:rsid w:val="00CC076F"/>
    <w:rsid w:val="00CC2451"/>
    <w:rsid w:val="00CC6980"/>
    <w:rsid w:val="00CD02A2"/>
    <w:rsid w:val="00CD1720"/>
    <w:rsid w:val="00CE470B"/>
    <w:rsid w:val="00CE62B7"/>
    <w:rsid w:val="00CF5453"/>
    <w:rsid w:val="00D03AAC"/>
    <w:rsid w:val="00D116E3"/>
    <w:rsid w:val="00D35805"/>
    <w:rsid w:val="00D43AEB"/>
    <w:rsid w:val="00D52F42"/>
    <w:rsid w:val="00D5544E"/>
    <w:rsid w:val="00D63A7A"/>
    <w:rsid w:val="00D6563B"/>
    <w:rsid w:val="00D72AFC"/>
    <w:rsid w:val="00D77AD0"/>
    <w:rsid w:val="00D85A3F"/>
    <w:rsid w:val="00D9289B"/>
    <w:rsid w:val="00D94BC2"/>
    <w:rsid w:val="00D957FE"/>
    <w:rsid w:val="00DA1A11"/>
    <w:rsid w:val="00DA3AAA"/>
    <w:rsid w:val="00DB0DD8"/>
    <w:rsid w:val="00DB2A0E"/>
    <w:rsid w:val="00DB75AF"/>
    <w:rsid w:val="00DB7CAD"/>
    <w:rsid w:val="00DC06EF"/>
    <w:rsid w:val="00DC2AE1"/>
    <w:rsid w:val="00DC30EF"/>
    <w:rsid w:val="00DC471B"/>
    <w:rsid w:val="00DD1CD2"/>
    <w:rsid w:val="00DD7E70"/>
    <w:rsid w:val="00DF2BD9"/>
    <w:rsid w:val="00DF6EF0"/>
    <w:rsid w:val="00DF70C5"/>
    <w:rsid w:val="00DF7A46"/>
    <w:rsid w:val="00E12C76"/>
    <w:rsid w:val="00E12E6E"/>
    <w:rsid w:val="00E1311D"/>
    <w:rsid w:val="00E21883"/>
    <w:rsid w:val="00E222E6"/>
    <w:rsid w:val="00E246EE"/>
    <w:rsid w:val="00E254EE"/>
    <w:rsid w:val="00E40756"/>
    <w:rsid w:val="00E57ED2"/>
    <w:rsid w:val="00E65B1B"/>
    <w:rsid w:val="00E67F46"/>
    <w:rsid w:val="00E70DFB"/>
    <w:rsid w:val="00E86372"/>
    <w:rsid w:val="00E86C4B"/>
    <w:rsid w:val="00E94D35"/>
    <w:rsid w:val="00E97482"/>
    <w:rsid w:val="00EA3DA8"/>
    <w:rsid w:val="00EA7471"/>
    <w:rsid w:val="00EA7D61"/>
    <w:rsid w:val="00EB1F4E"/>
    <w:rsid w:val="00EB3F68"/>
    <w:rsid w:val="00EC05E6"/>
    <w:rsid w:val="00EC3A38"/>
    <w:rsid w:val="00EC4FFD"/>
    <w:rsid w:val="00EE23EE"/>
    <w:rsid w:val="00EE5280"/>
    <w:rsid w:val="00EF78E6"/>
    <w:rsid w:val="00F07432"/>
    <w:rsid w:val="00F1291B"/>
    <w:rsid w:val="00F17EE3"/>
    <w:rsid w:val="00F20967"/>
    <w:rsid w:val="00F23B9B"/>
    <w:rsid w:val="00F23F3E"/>
    <w:rsid w:val="00F24B99"/>
    <w:rsid w:val="00F4089E"/>
    <w:rsid w:val="00F443EC"/>
    <w:rsid w:val="00F51FB8"/>
    <w:rsid w:val="00F57A8B"/>
    <w:rsid w:val="00F61DFF"/>
    <w:rsid w:val="00F624F4"/>
    <w:rsid w:val="00F637A3"/>
    <w:rsid w:val="00F77ECE"/>
    <w:rsid w:val="00F8452C"/>
    <w:rsid w:val="00F95573"/>
    <w:rsid w:val="00FA3114"/>
    <w:rsid w:val="00FA51F2"/>
    <w:rsid w:val="00FB1F0A"/>
    <w:rsid w:val="00FB65DD"/>
    <w:rsid w:val="00FC68AF"/>
    <w:rsid w:val="00FD2F3E"/>
    <w:rsid w:val="00FD3113"/>
    <w:rsid w:val="00FD6F4B"/>
    <w:rsid w:val="00FE5198"/>
    <w:rsid w:val="00FE5A6F"/>
    <w:rsid w:val="00FE76C0"/>
    <w:rsid w:val="00FF2C75"/>
    <w:rsid w:val="00FF42E7"/>
    <w:rsid w:val="00FF5D92"/>
    <w:rsid w:val="00FF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3492E9A"/>
  <w15:docId w15:val="{77E46585-E7D3-4A8E-AA67-C9FC26C37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5387"/>
      </w:tabs>
      <w:outlineLvl w:val="0"/>
    </w:pPr>
    <w:rPr>
      <w:b/>
      <w:sz w:val="36"/>
    </w:rPr>
  </w:style>
  <w:style w:type="paragraph" w:styleId="berschrift2">
    <w:name w:val="heading 2"/>
    <w:basedOn w:val="Standard"/>
    <w:next w:val="Standard"/>
    <w:qFormat/>
    <w:pPr>
      <w:keepNext/>
      <w:spacing w:line="440" w:lineRule="exact"/>
      <w:outlineLvl w:val="1"/>
    </w:pPr>
    <w:rPr>
      <w:rFonts w:ascii="Futura Lt BT" w:hAnsi="Futura Lt BT"/>
      <w:position w:val="-6"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</w:style>
  <w:style w:type="paragraph" w:styleId="Kopfzeile">
    <w:name w:val="header"/>
    <w:aliases w:val="Char, Cha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tabs>
        <w:tab w:val="left" w:pos="1843"/>
        <w:tab w:val="left" w:pos="5387"/>
      </w:tabs>
      <w:spacing w:before="120"/>
    </w:pPr>
    <w:rPr>
      <w:sz w:val="18"/>
    </w:rPr>
  </w:style>
  <w:style w:type="paragraph" w:styleId="Textkrper-Zeileneinzug">
    <w:name w:val="Body Text Indent"/>
    <w:basedOn w:val="Standard"/>
    <w:pPr>
      <w:ind w:right="57"/>
    </w:pPr>
    <w:rPr>
      <w:rFonts w:ascii="Futura Md BT" w:hAnsi="Futura Md BT"/>
      <w:sz w:val="14"/>
    </w:rPr>
  </w:style>
  <w:style w:type="paragraph" w:styleId="Blocktext">
    <w:name w:val="Block Text"/>
    <w:basedOn w:val="Standard"/>
    <w:pPr>
      <w:tabs>
        <w:tab w:val="left" w:pos="284"/>
      </w:tabs>
      <w:ind w:left="170" w:right="57"/>
    </w:pPr>
    <w:rPr>
      <w:rFonts w:ascii="Futura Bk BT" w:hAnsi="Futura Bk BT"/>
      <w:sz w:val="16"/>
    </w:rPr>
  </w:style>
  <w:style w:type="paragraph" w:styleId="Textkrper3">
    <w:name w:val="Body Text 3"/>
    <w:basedOn w:val="Standard"/>
    <w:pPr>
      <w:spacing w:before="120"/>
      <w:ind w:right="57"/>
    </w:pPr>
    <w:rPr>
      <w:rFonts w:ascii="Futura Md BT" w:hAnsi="Futura Md BT"/>
      <w:sz w:val="16"/>
    </w:rPr>
  </w:style>
  <w:style w:type="paragraph" w:styleId="Textkrper2">
    <w:name w:val="Body Text 2"/>
    <w:basedOn w:val="Standard"/>
    <w:pPr>
      <w:ind w:right="57"/>
    </w:pPr>
    <w:rPr>
      <w:b/>
      <w:sz w:val="20"/>
    </w:rPr>
  </w:style>
  <w:style w:type="paragraph" w:styleId="Sprechblasentext">
    <w:name w:val="Balloon Text"/>
    <w:basedOn w:val="Standard"/>
    <w:semiHidden/>
    <w:rsid w:val="007C5A2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rsid w:val="00D77AD0"/>
    <w:rPr>
      <w:color w:val="0000FF"/>
      <w:u w:val="single"/>
    </w:rPr>
  </w:style>
  <w:style w:type="paragraph" w:styleId="Listenabsatz">
    <w:name w:val="List Paragraph"/>
    <w:basedOn w:val="Standard"/>
    <w:link w:val="ListenabsatzZchn"/>
    <w:uiPriority w:val="34"/>
    <w:qFormat/>
    <w:rsid w:val="00E67F46"/>
    <w:pPr>
      <w:ind w:left="720"/>
      <w:contextualSpacing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8B021A"/>
    <w:rPr>
      <w:rFonts w:ascii="Arial" w:hAnsi="Arial"/>
      <w:sz w:val="22"/>
      <w:lang w:val="de-DE" w:eastAsia="de-DE"/>
    </w:rPr>
  </w:style>
  <w:style w:type="character" w:styleId="Kommentarzeichen">
    <w:name w:val="annotation reference"/>
    <w:basedOn w:val="Absatz-Standardschriftart"/>
    <w:rsid w:val="009D3070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D3070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9D3070"/>
    <w:rPr>
      <w:rFonts w:ascii="Arial" w:hAnsi="Arial"/>
      <w:lang w:val="de-DE" w:eastAsia="de-DE"/>
    </w:rPr>
  </w:style>
  <w:style w:type="paragraph" w:customStyle="1" w:styleId="Formatvorlage2">
    <w:name w:val="Formatvorlage2"/>
    <w:basedOn w:val="Listenabsatz"/>
    <w:link w:val="Formatvorlage2Zchn"/>
    <w:qFormat/>
    <w:rsid w:val="00C50224"/>
    <w:pPr>
      <w:numPr>
        <w:ilvl w:val="2"/>
        <w:numId w:val="32"/>
      </w:numPr>
      <w:tabs>
        <w:tab w:val="left" w:pos="-1134"/>
        <w:tab w:val="left" w:pos="851"/>
        <w:tab w:val="left" w:pos="1134"/>
        <w:tab w:val="left" w:pos="1985"/>
        <w:tab w:val="left" w:pos="2552"/>
        <w:tab w:val="left" w:pos="3686"/>
        <w:tab w:val="left" w:pos="4253"/>
        <w:tab w:val="left" w:pos="5103"/>
        <w:tab w:val="left" w:pos="6663"/>
        <w:tab w:val="left" w:pos="7513"/>
        <w:tab w:val="left" w:pos="7797"/>
        <w:tab w:val="left" w:pos="8364"/>
        <w:tab w:val="left" w:pos="8505"/>
        <w:tab w:val="right" w:pos="9356"/>
      </w:tabs>
      <w:spacing w:after="120"/>
      <w:ind w:right="-28"/>
      <w:contextualSpacing w:val="0"/>
      <w:jc w:val="both"/>
    </w:pPr>
    <w:rPr>
      <w:rFonts w:cs="Arial"/>
      <w:sz w:val="18"/>
      <w:szCs w:val="18"/>
    </w:rPr>
  </w:style>
  <w:style w:type="paragraph" w:customStyle="1" w:styleId="Formatvorl2">
    <w:name w:val="Formatvorl.2"/>
    <w:basedOn w:val="Listenabsatz"/>
    <w:link w:val="Formatvorl2Zchn"/>
    <w:qFormat/>
    <w:rsid w:val="00C50224"/>
    <w:pPr>
      <w:numPr>
        <w:ilvl w:val="1"/>
        <w:numId w:val="32"/>
      </w:numPr>
      <w:tabs>
        <w:tab w:val="left" w:pos="-1134"/>
        <w:tab w:val="left" w:pos="851"/>
        <w:tab w:val="left" w:pos="1134"/>
        <w:tab w:val="left" w:pos="1985"/>
        <w:tab w:val="left" w:pos="2552"/>
        <w:tab w:val="left" w:pos="3686"/>
        <w:tab w:val="left" w:pos="4253"/>
        <w:tab w:val="left" w:pos="5103"/>
        <w:tab w:val="left" w:pos="6663"/>
        <w:tab w:val="left" w:pos="7513"/>
        <w:tab w:val="left" w:pos="7797"/>
        <w:tab w:val="left" w:pos="8364"/>
        <w:tab w:val="left" w:pos="8505"/>
        <w:tab w:val="right" w:pos="9356"/>
      </w:tabs>
      <w:spacing w:after="120"/>
      <w:ind w:right="-28"/>
      <w:contextualSpacing w:val="0"/>
      <w:jc w:val="both"/>
    </w:pPr>
    <w:rPr>
      <w:rFonts w:cs="Arial"/>
      <w:b/>
      <w:sz w:val="18"/>
      <w:szCs w:val="18"/>
    </w:rPr>
  </w:style>
  <w:style w:type="character" w:customStyle="1" w:styleId="Formatvorl2Zchn">
    <w:name w:val="Formatvorl.2 Zchn"/>
    <w:basedOn w:val="ListenabsatzZchn"/>
    <w:link w:val="Formatvorl2"/>
    <w:rsid w:val="00C50224"/>
    <w:rPr>
      <w:rFonts w:ascii="Arial" w:hAnsi="Arial" w:cs="Arial"/>
      <w:b/>
      <w:sz w:val="18"/>
      <w:szCs w:val="18"/>
      <w:lang w:val="de-DE" w:eastAsia="de-DE"/>
    </w:rPr>
  </w:style>
  <w:style w:type="character" w:customStyle="1" w:styleId="Formatvorlage2Zchn">
    <w:name w:val="Formatvorlage2 Zchn"/>
    <w:basedOn w:val="ListenabsatzZchn"/>
    <w:link w:val="Formatvorlage2"/>
    <w:rsid w:val="00046467"/>
    <w:rPr>
      <w:rFonts w:ascii="Arial" w:hAnsi="Arial" w:cs="Arial"/>
      <w:sz w:val="18"/>
      <w:szCs w:val="18"/>
      <w:lang w:val="de-DE" w:eastAsia="de-DE"/>
    </w:rPr>
  </w:style>
  <w:style w:type="table" w:customStyle="1" w:styleId="TabelleohneGitternetzlinienStandard">
    <w:name w:val="Tabelle ohne Gitternetzlinien (Standard)"/>
    <w:basedOn w:val="NormaleTabelle"/>
    <w:uiPriority w:val="99"/>
    <w:rsid w:val="001A1602"/>
    <w:rPr>
      <w:rFonts w:asciiTheme="minorHAnsi" w:hAnsiTheme="minorHAnsi"/>
      <w:sz w:val="22"/>
      <w:szCs w:val="22"/>
    </w:rPr>
    <w:tblPr/>
  </w:style>
  <w:style w:type="character" w:customStyle="1" w:styleId="KopfzeileZchn">
    <w:name w:val="Kopfzeile Zchn"/>
    <w:aliases w:val="Char Zchn, Char Zchn"/>
    <w:link w:val="Kopfzeile"/>
    <w:uiPriority w:val="99"/>
    <w:rsid w:val="001A1602"/>
    <w:rPr>
      <w:rFonts w:ascii="Arial" w:hAnsi="Arial"/>
      <w:sz w:val="22"/>
      <w:lang w:val="de-DE"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C04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6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package" Target="embeddings/Microsoft_Excel_Worksheet.xlsx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reditoren@luks.ch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emf"/><Relationship Id="rId10" Type="http://schemas.openxmlformats.org/officeDocument/2006/relationships/hyperlink" Target="mailto:nils.eichbaum@luks.c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uckliur\Downloads\23009V_Auftragsbest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909C6A566734CB69B99A659D7B413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A3F029-410F-472D-9787-0B71A9237CA9}"/>
      </w:docPartPr>
      <w:docPartBody>
        <w:p w:rsidR="00004454" w:rsidRDefault="007464F9" w:rsidP="007464F9">
          <w:pPr>
            <w:pStyle w:val="6909C6A566734CB69B99A659D7B413A7"/>
          </w:pPr>
          <w:r w:rsidRPr="00F20C97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BT"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Futura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F9"/>
    <w:rsid w:val="00004454"/>
    <w:rsid w:val="002E255C"/>
    <w:rsid w:val="007464F9"/>
    <w:rsid w:val="007A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8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8"/>
    <w:rsid w:val="007464F9"/>
    <w:rPr>
      <w:vanish/>
      <w:color w:val="FFFFFF" w:themeColor="background1"/>
      <w:bdr w:val="none" w:sz="0" w:space="0" w:color="auto"/>
      <w:shd w:val="clear" w:color="auto" w:fill="BFBFBF" w:themeFill="background1" w:themeFillShade="BF"/>
    </w:rPr>
  </w:style>
  <w:style w:type="paragraph" w:customStyle="1" w:styleId="6909C6A566734CB69B99A659D7B413A7">
    <w:name w:val="6909C6A566734CB69B99A659D7B413A7"/>
    <w:rsid w:val="007464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448BE-920D-4151-AC01-5D3376FE2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23009V_Auftragsbest (1).dotx</Template>
  <TotalTime>0</TotalTime>
  <Pages>1</Pages>
  <Words>256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BM240 Auftragsbestätigung.dot</vt:lpstr>
    </vt:vector>
  </TitlesOfParts>
  <Company>HBA Kanton Luzern</Company>
  <LinksUpToDate>false</LinksUpToDate>
  <CharactersWithSpaces>1870</CharactersWithSpaces>
  <SharedDoc>false</SharedDoc>
  <HLinks>
    <vt:vector size="6" baseType="variant">
      <vt:variant>
        <vt:i4>5439510</vt:i4>
      </vt:variant>
      <vt:variant>
        <vt:i4>0</vt:i4>
      </vt:variant>
      <vt:variant>
        <vt:i4>0</vt:i4>
      </vt:variant>
      <vt:variant>
        <vt:i4>5</vt:i4>
      </vt:variant>
      <vt:variant>
        <vt:lpwstr>http://www.immobilien.lu.ch/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BM240 Auftragsbestätigung.dot</dc:title>
  <dc:creator>Ruckli Urs, Projektassistent, TBS Leitung (Luzern)</dc:creator>
  <cp:lastModifiedBy>Zurmühle Philipp</cp:lastModifiedBy>
  <cp:revision>2</cp:revision>
  <cp:lastPrinted>2019-05-23T15:20:00Z</cp:lastPrinted>
  <dcterms:created xsi:type="dcterms:W3CDTF">2023-07-13T11:07:00Z</dcterms:created>
  <dcterms:modified xsi:type="dcterms:W3CDTF">2023-07-13T11:07:00Z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S description">
    <vt:lpwstr>-</vt:lpwstr>
  </property>
  <property fmtid="{D5CDD505-2E9C-101B-9397-08002B2CF9AE}" pid="3" name="IMS docId">
    <vt:lpwstr>Q 16134</vt:lpwstr>
  </property>
  <property fmtid="{D5CDD505-2E9C-101B-9397-08002B2CF9AE}" pid="4" name="IMS filename">
    <vt:lpwstr>QVO_Auftragsbestaetigung_Immobilien_AG_Bau.docx</vt:lpwstr>
  </property>
  <property fmtid="{D5CDD505-2E9C-101B-9397-08002B2CF9AE}" pid="5" name="IMS status">
    <vt:lpwstr>final</vt:lpwstr>
  </property>
  <property fmtid="{D5CDD505-2E9C-101B-9397-08002B2CF9AE}" pid="6" name="IMS changedate">
    <vt:lpwstr>20.11.2023</vt:lpwstr>
  </property>
  <property fmtid="{D5CDD505-2E9C-101B-9397-08002B2CF9AE}" pid="7" name="IMS typeName">
    <vt:lpwstr>Versioniertes Dokument</vt:lpwstr>
  </property>
  <property fmtid="{D5CDD505-2E9C-101B-9397-08002B2CF9AE}" pid="8" name="IMS typeId">
    <vt:lpwstr>35 </vt:lpwstr>
  </property>
  <property fmtid="{D5CDD505-2E9C-101B-9397-08002B2CF9AE}" pid="9" name="IMS docname">
    <vt:lpwstr>QVO_Auftragsbestätigung Immobilien AG_Bau</vt:lpwstr>
  </property>
  <property fmtid="{D5CDD505-2E9C-101B-9397-08002B2CF9AE}" pid="10" name="IMS validfrom">
    <vt:lpwstr>20.11.2023</vt:lpwstr>
  </property>
  <property fmtid="{D5CDD505-2E9C-101B-9397-08002B2CF9AE}" pid="11" name="IMS change">
    <vt:lpwstr>wieder gültig gemacht</vt:lpwstr>
  </property>
  <property fmtid="{D5CDD505-2E9C-101B-9397-08002B2CF9AE}" pid="12" name="LUKS processname">
    <vt:lpwstr>Projektmanagement Bau/TS</vt:lpwstr>
  </property>
  <property fmtid="{D5CDD505-2E9C-101B-9397-08002B2CF9AE}" pid="13" name="LUKS overviewname">
    <vt:lpwstr>Technik &amp; Sicherheit</vt:lpwstr>
  </property>
  <property fmtid="{D5CDD505-2E9C-101B-9397-08002B2CF9AE}" pid="14" name="IMS meta 1493">
    <vt:lpwstr>Susanne Hügel</vt:lpwstr>
  </property>
  <property fmtid="{D5CDD505-2E9C-101B-9397-08002B2CF9AE}" pid="15" name="IMS version">
    <vt:lpwstr>4 </vt:lpwstr>
  </property>
  <property fmtid="{D5CDD505-2E9C-101B-9397-08002B2CF9AE}" pid="16" name="IMS language">
    <vt:lpwstr>DE</vt:lpwstr>
  </property>
  <property fmtid="{D5CDD505-2E9C-101B-9397-08002B2CF9AE}" pid="17" name="IMS upldate">
    <vt:lpwstr>20.11.2023</vt:lpwstr>
  </property>
  <property fmtid="{D5CDD505-2E9C-101B-9397-08002B2CF9AE}" pid="18" name="IMS changeuser">
    <vt:lpwstr>Urs Ruckli</vt:lpwstr>
  </property>
  <property fmtid="{D5CDD505-2E9C-101B-9397-08002B2CF9AE}" pid="19" name="IMS meta 1474">
    <vt:lpwstr>Q 16134</vt:lpwstr>
  </property>
  <property fmtid="{D5CDD505-2E9C-101B-9397-08002B2CF9AE}" pid="20" name="IMS versionId">
    <vt:lpwstr>2517840 </vt:lpwstr>
  </property>
  <property fmtid="{D5CDD505-2E9C-101B-9397-08002B2CF9AE}" pid="21" name="IMS validto">
    <vt:lpwstr>-</vt:lpwstr>
  </property>
  <property fmtid="{D5CDD505-2E9C-101B-9397-08002B2CF9AE}" pid="22" name="IMS uplpers">
    <vt:lpwstr>Urs Ruckli</vt:lpwstr>
  </property>
  <property fmtid="{D5CDD505-2E9C-101B-9397-08002B2CF9AE}" pid="23" name="LUKS unitname">
    <vt:lpwstr>
    </vt:lpwstr>
  </property>
  <property fmtid="{D5CDD505-2E9C-101B-9397-08002B2CF9AE}" pid="24" name="IMS parentversionvalidto">
    <vt:lpwstr>30.10.2023</vt:lpwstr>
  </property>
  <property fmtid="{D5CDD505-2E9C-101B-9397-08002B2CF9AE}" pid="25" name="IMS parentversionvalidfrom">
    <vt:lpwstr>13.07.2023</vt:lpwstr>
  </property>
  <property fmtid="{D5CDD505-2E9C-101B-9397-08002B2CF9AE}" pid="26" name="IMS parentversion">
    <vt:lpwstr>3 </vt:lpwstr>
  </property>
</Properties>
</file>